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396B949A" w14:textId="77777777" w:rsidR="00A62B4C" w:rsidRPr="00A62B4C" w:rsidRDefault="00A62B4C" w:rsidP="00A62B4C">
      <w:pPr>
        <w:rPr>
          <w:rFonts w:ascii="Verdana" w:eastAsia="Verdana" w:hAnsi="Verdana" w:cs="Times New Roman"/>
        </w:rPr>
      </w:pPr>
    </w:p>
    <w:p w14:paraId="50FE6A55" w14:textId="11573312" w:rsidR="00381365" w:rsidRPr="00B67D39" w:rsidRDefault="00B67D39" w:rsidP="00381365">
      <w:pPr>
        <w:tabs>
          <w:tab w:val="left" w:pos="1628"/>
        </w:tabs>
        <w:jc w:val="center"/>
        <w:rPr>
          <w:rFonts w:cstheme="minorHAnsi"/>
          <w:b/>
          <w:szCs w:val="18"/>
        </w:rPr>
      </w:pPr>
      <w:r w:rsidRPr="00B67D39">
        <w:rPr>
          <w:rFonts w:cstheme="minorHAnsi"/>
          <w:b/>
          <w:szCs w:val="18"/>
        </w:rPr>
        <w:t>OFERTA</w:t>
      </w:r>
      <w:r w:rsidR="00FE62E3">
        <w:rPr>
          <w:rFonts w:cstheme="minorHAnsi"/>
          <w:b/>
          <w:szCs w:val="18"/>
        </w:rPr>
        <w:t xml:space="preserve"> </w:t>
      </w:r>
      <w:r w:rsidR="00644983">
        <w:rPr>
          <w:rFonts w:cstheme="minorHAnsi"/>
          <w:b/>
          <w:szCs w:val="18"/>
        </w:rPr>
        <w:t xml:space="preserve"> </w:t>
      </w:r>
    </w:p>
    <w:p w14:paraId="28DC2734" w14:textId="48AD77B8"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w:t>
      </w:r>
      <w:r w:rsidR="00833317">
        <w:rPr>
          <w:rFonts w:cstheme="minorHAnsi"/>
          <w:b/>
          <w:szCs w:val="18"/>
          <w:lang w:eastAsia="pl-PL"/>
        </w:rPr>
        <w:t>0</w:t>
      </w:r>
      <w:r w:rsidR="00A073ED">
        <w:rPr>
          <w:rFonts w:cstheme="minorHAnsi"/>
          <w:b/>
          <w:szCs w:val="18"/>
          <w:lang w:eastAsia="pl-PL"/>
        </w:rPr>
        <w:t>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833317" w:rsidRPr="001C4C4B">
        <w:rPr>
          <w:rFonts w:cstheme="minorHAnsi"/>
          <w:b/>
          <w:noProof/>
          <w:szCs w:val="18"/>
          <w:lang w:eastAsia="pl-PL"/>
        </w:rPr>
        <w:t>233</w:t>
      </w:r>
      <w:r w:rsidR="00A073ED">
        <w:rPr>
          <w:rFonts w:cstheme="minorHAnsi"/>
          <w:b/>
          <w:szCs w:val="18"/>
          <w:lang w:eastAsia="pl-PL"/>
        </w:rPr>
        <w:fldChar w:fldCharType="end"/>
      </w:r>
      <w:r w:rsidR="00A073ED">
        <w:rPr>
          <w:rFonts w:cstheme="minorHAnsi"/>
          <w:b/>
          <w:szCs w:val="18"/>
          <w:lang w:eastAsia="pl-PL"/>
        </w:rPr>
        <w:t>/202</w:t>
      </w:r>
      <w:r w:rsidR="00833317">
        <w:rPr>
          <w:rFonts w:cstheme="minorHAnsi"/>
          <w:b/>
          <w:szCs w:val="18"/>
          <w:lang w:eastAsia="pl-PL"/>
        </w:rPr>
        <w:t>6</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833317">
        <w:rPr>
          <w:rFonts w:cstheme="minorHAnsi"/>
          <w:b/>
          <w:szCs w:val="18"/>
          <w:lang w:eastAsia="pl-PL"/>
        </w:rPr>
        <w:fldChar w:fldCharType="separate"/>
      </w:r>
      <w:r w:rsidR="00833317" w:rsidRPr="001C4C4B">
        <w:rPr>
          <w:rFonts w:cstheme="minorHAnsi"/>
          <w:b/>
          <w:noProof/>
          <w:szCs w:val="18"/>
          <w:lang w:eastAsia="pl-PL"/>
        </w:rPr>
        <w:t>Przeizolowanie linii nN - Wykonanie robót budowlano-montażowych w zakresie wymiany przewodów linii nN-0,4kV wraz z przyłączami na pełnoizolowane typu AsXSn na terenie działalności PGE Dystrybucja S.A. Oddział Warszawa Rejon Energetyczny Ostrołęka- Etap 1.</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1EE7E0A4" w14:textId="1A9B7FF3" w:rsidR="00B13CEB" w:rsidRPr="00B13CEB" w:rsidRDefault="006A3993" w:rsidP="00B13CEB">
      <w:pPr>
        <w:pStyle w:val="Akapitzlist"/>
        <w:spacing w:before="100" w:beforeAutospacing="1" w:after="100" w:afterAutospacing="1"/>
        <w:ind w:left="426"/>
        <w:rPr>
          <w:rFonts w:cstheme="minorHAnsi"/>
          <w:b/>
          <w:szCs w:val="18"/>
        </w:rPr>
      </w:pPr>
      <w:r>
        <w:rPr>
          <w:rFonts w:cstheme="minorHAnsi"/>
          <w:b/>
          <w:szCs w:val="18"/>
        </w:rPr>
        <w:t xml:space="preserve">Część 1. </w:t>
      </w:r>
      <w:r w:rsidR="00833317" w:rsidRPr="00833317">
        <w:rPr>
          <w:rFonts w:cstheme="minorHAnsi"/>
          <w:b/>
          <w:szCs w:val="18"/>
        </w:rPr>
        <w:t>Zadanie nr 1 -  Wymiany przewodów linii nN-0,4kV wraz z przyłączami zasilanymi ze stacji transformatorowej nr 10-0426 Wyszel na pełnoizolowane typu AsXSn w miejscowości Wyszel gm. Olszewo-Borki,</w:t>
      </w:r>
    </w:p>
    <w:p w14:paraId="5886F091" w14:textId="25E8A0BE"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29DC4B1E"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9FA5D8" w14:textId="77777777" w:rsidR="006A3993" w:rsidRDefault="006A3993" w:rsidP="006A3993">
      <w:pPr>
        <w:pStyle w:val="Akapitzlist"/>
        <w:spacing w:before="100" w:beforeAutospacing="1" w:after="100" w:afterAutospacing="1"/>
        <w:ind w:left="426"/>
        <w:rPr>
          <w:rFonts w:cstheme="minorHAnsi"/>
          <w:b/>
          <w:szCs w:val="18"/>
        </w:rPr>
      </w:pPr>
    </w:p>
    <w:p w14:paraId="7D020009" w14:textId="50C85414" w:rsidR="000126CD" w:rsidRPr="000126CD" w:rsidRDefault="006A3993" w:rsidP="000126CD">
      <w:pPr>
        <w:pStyle w:val="Akapitzlist"/>
        <w:spacing w:before="100" w:beforeAutospacing="1" w:after="100" w:afterAutospacing="1"/>
        <w:ind w:left="426"/>
        <w:rPr>
          <w:rFonts w:cstheme="minorHAnsi"/>
          <w:b/>
          <w:szCs w:val="18"/>
        </w:rPr>
      </w:pPr>
      <w:r>
        <w:rPr>
          <w:rFonts w:cstheme="minorHAnsi"/>
          <w:b/>
          <w:szCs w:val="18"/>
        </w:rPr>
        <w:t xml:space="preserve">Część 2. </w:t>
      </w:r>
      <w:r w:rsidR="000126CD" w:rsidRPr="000126CD">
        <w:rPr>
          <w:rFonts w:cstheme="minorHAnsi"/>
          <w:b/>
          <w:szCs w:val="18"/>
        </w:rPr>
        <w:t>Zadanie nr 2 -  Wymiany przewodów linii nN-0,4kV wraz z przyłączami zasilanymi ze stacji transformatorowej nr 10-0209 Łodziska 1 na pełnoizolowane typu AsXSn w miejscowości Łodziska gm. Lelis</w:t>
      </w:r>
    </w:p>
    <w:p w14:paraId="09737C36" w14:textId="0292C705"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E70D931"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A4901C5" w14:textId="0B122556" w:rsidR="006A3993"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22F1D5F" w14:textId="20C15CD6" w:rsidR="00C024EF" w:rsidRDefault="00C024EF" w:rsidP="006A3993">
      <w:pPr>
        <w:pStyle w:val="Akapitzlist"/>
        <w:spacing w:before="100" w:beforeAutospacing="1" w:after="100" w:afterAutospacing="1"/>
        <w:ind w:left="426"/>
        <w:rPr>
          <w:rFonts w:cstheme="minorHAnsi"/>
          <w:szCs w:val="18"/>
        </w:rPr>
      </w:pPr>
    </w:p>
    <w:p w14:paraId="6054A6C4" w14:textId="77777777" w:rsidR="00B13CEB" w:rsidRDefault="00B13CEB" w:rsidP="00B13CEB">
      <w:pPr>
        <w:pStyle w:val="Akapitzlist"/>
        <w:spacing w:before="100" w:beforeAutospacing="1" w:after="100" w:afterAutospacing="1"/>
        <w:ind w:left="426"/>
        <w:rPr>
          <w:rFonts w:cstheme="minorHAnsi"/>
          <w:b/>
          <w:szCs w:val="18"/>
        </w:rPr>
      </w:pPr>
    </w:p>
    <w:p w14:paraId="339633E1" w14:textId="166F9029" w:rsidR="00C024EF" w:rsidRDefault="00C024EF" w:rsidP="00C024EF">
      <w:pPr>
        <w:pStyle w:val="Akapitzlist"/>
        <w:spacing w:before="100" w:beforeAutospacing="1" w:after="100" w:afterAutospacing="1"/>
        <w:ind w:left="426"/>
        <w:rPr>
          <w:rFonts w:cstheme="minorHAnsi"/>
          <w:b/>
          <w:szCs w:val="18"/>
        </w:rPr>
      </w:pPr>
      <w:r>
        <w:rPr>
          <w:rFonts w:cstheme="minorHAnsi"/>
          <w:b/>
          <w:szCs w:val="18"/>
        </w:rPr>
        <w:t xml:space="preserve">Część 3. </w:t>
      </w:r>
      <w:r w:rsidR="000126CD" w:rsidRPr="000126CD">
        <w:rPr>
          <w:rFonts w:cstheme="minorHAnsi"/>
          <w:b/>
          <w:szCs w:val="18"/>
        </w:rPr>
        <w:t>Zadanie nr 3 -  Wymiany przewodów linii nN-0,4kV wraz z przyłączami zasilanymi ze stacji transformatorowej nr 13-0063  Czarnotrzew 3 na pełnoizolowane typu AsXSn w miejscowości Czarnotrzew gm. Baranowo</w:t>
      </w:r>
      <w:r w:rsidR="000126CD">
        <w:rPr>
          <w:rFonts w:cstheme="minorHAnsi"/>
          <w:b/>
          <w:szCs w:val="18"/>
        </w:rPr>
        <w:t>.</w:t>
      </w:r>
    </w:p>
    <w:p w14:paraId="24510459"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3209A5B"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4CE6E9A" w14:textId="77777777" w:rsidR="00C024EF"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67480C4" w14:textId="77777777" w:rsidR="00DD3199" w:rsidRDefault="00DD3199" w:rsidP="00DD3199">
      <w:pPr>
        <w:pStyle w:val="Akapitzlist"/>
        <w:spacing w:before="100" w:beforeAutospacing="1" w:after="100" w:afterAutospacing="1"/>
        <w:ind w:left="426"/>
        <w:rPr>
          <w:rFonts w:cstheme="minorHAnsi"/>
          <w:b/>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6C73AB"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6C73AB"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33947DA5"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833317">
        <w:rPr>
          <w:rFonts w:cstheme="minorHAnsi"/>
          <w:szCs w:val="18"/>
          <w:lang w:eastAsia="pl-PL"/>
        </w:rPr>
        <w:t>3</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6AFBBEEF"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833317">
        <w:rPr>
          <w:rFonts w:cstheme="minorHAnsi"/>
          <w:szCs w:val="18"/>
        </w:rPr>
        <w:t>3</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6C73AB"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6C73AB"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3C5A9A94" w14:textId="77777777" w:rsidR="00B13CEB" w:rsidRDefault="00B13CEB" w:rsidP="00BD11B9">
      <w:pPr>
        <w:ind w:left="2552" w:hanging="2552"/>
        <w:jc w:val="right"/>
        <w:rPr>
          <w:rFonts w:ascii="Verdana" w:eastAsia="Verdana" w:hAnsi="Verdana" w:cs="Times New Roman"/>
          <w:b/>
        </w:rPr>
      </w:pPr>
    </w:p>
    <w:p w14:paraId="07787A25" w14:textId="2A8E9E46" w:rsidR="00BD11B9" w:rsidRDefault="00BD11B9" w:rsidP="00BD11B9">
      <w:pPr>
        <w:ind w:left="2552" w:hanging="2552"/>
        <w:jc w:val="right"/>
        <w:rPr>
          <w:rFonts w:ascii="Verdana" w:eastAsia="Verdana" w:hAnsi="Verdana" w:cs="Times New Roman"/>
          <w:b/>
        </w:rPr>
      </w:pPr>
      <w:r w:rsidRPr="00CC7E12">
        <w:rPr>
          <w:rFonts w:ascii="Verdana" w:eastAsia="Verdana" w:hAnsi="Verdana" w:cs="Times New Roman"/>
          <w:b/>
        </w:rPr>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Z DNIA 8 KWIETNIA 2022 R.</w:t>
      </w:r>
    </w:p>
    <w:p w14:paraId="33F28980" w14:textId="77777777" w:rsidR="00BD11B9" w:rsidRDefault="00BD11B9" w:rsidP="00BD11B9">
      <w:pPr>
        <w:jc w:val="right"/>
        <w:rPr>
          <w:rFonts w:ascii="Verdana" w:eastAsia="Verdana" w:hAnsi="Verdana" w:cs="Times New Roman"/>
          <w:b/>
        </w:rPr>
      </w:pPr>
    </w:p>
    <w:p w14:paraId="7A91C5D8" w14:textId="77777777" w:rsidR="00BD11B9" w:rsidRPr="00535E9B" w:rsidRDefault="00BD11B9" w:rsidP="00BD11B9">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D11B9" w:rsidRPr="006B56FD" w14:paraId="39BBC715" w14:textId="77777777" w:rsidTr="00C024EF">
        <w:trPr>
          <w:trHeight w:val="1820"/>
        </w:trPr>
        <w:tc>
          <w:tcPr>
            <w:tcW w:w="3965" w:type="dxa"/>
            <w:tcBorders>
              <w:right w:val="single" w:sz="4" w:space="0" w:color="auto"/>
            </w:tcBorders>
          </w:tcPr>
          <w:p w14:paraId="455FE136"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A4FA445" w14:textId="77777777" w:rsidR="00BD11B9" w:rsidRDefault="00BD11B9" w:rsidP="00C024EF">
            <w:pPr>
              <w:ind w:right="28"/>
              <w:rPr>
                <w:rFonts w:asciiTheme="minorHAnsi" w:hAnsiTheme="minorHAnsi" w:cstheme="minorHAnsi"/>
              </w:rPr>
            </w:pPr>
          </w:p>
          <w:p w14:paraId="2C5DA1C4" w14:textId="77777777" w:rsidR="00BD11B9" w:rsidRPr="006B56FD" w:rsidRDefault="00BD11B9" w:rsidP="00C024EF">
            <w:pPr>
              <w:ind w:right="28"/>
              <w:rPr>
                <w:rFonts w:asciiTheme="minorHAnsi" w:hAnsiTheme="minorHAnsi" w:cstheme="minorHAnsi"/>
              </w:rPr>
            </w:pPr>
          </w:p>
          <w:p w14:paraId="1F13A69C"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FEB704F"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16406509"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3F70D80C" w14:textId="77777777" w:rsidR="00BD11B9" w:rsidRPr="006B56FD" w:rsidRDefault="00BD11B9" w:rsidP="00C024EF">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671D0CAA"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607BBA76"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5AD1F81"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D9E5B26"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F1B9EFE" w14:textId="77777777" w:rsidR="00BD11B9" w:rsidRPr="00604B83"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01AF361E"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73D15495" w14:textId="77777777" w:rsidR="00BD11B9" w:rsidRDefault="00BD11B9" w:rsidP="00BD11B9">
      <w:pPr>
        <w:rPr>
          <w:rFonts w:ascii="Verdana" w:eastAsia="Verdana" w:hAnsi="Verdana" w:cs="Times New Roman"/>
          <w:b/>
        </w:rPr>
      </w:pPr>
    </w:p>
    <w:p w14:paraId="40A6D4CF" w14:textId="77777777" w:rsidR="00BD11B9" w:rsidRPr="00A62B4C" w:rsidRDefault="00BD11B9" w:rsidP="00BD11B9">
      <w:pPr>
        <w:rPr>
          <w:rFonts w:ascii="Verdana" w:eastAsia="Verdana" w:hAnsi="Verdana" w:cs="Times New Roman"/>
        </w:rPr>
      </w:pPr>
    </w:p>
    <w:p w14:paraId="5B3EECA1" w14:textId="77777777" w:rsidR="00BD11B9" w:rsidRPr="00CC7E12" w:rsidRDefault="00BD11B9" w:rsidP="00BD11B9">
      <w:pPr>
        <w:tabs>
          <w:tab w:val="left" w:pos="1628"/>
        </w:tabs>
        <w:jc w:val="center"/>
        <w:rPr>
          <w:rFonts w:cstheme="minorHAnsi"/>
          <w:b/>
          <w:szCs w:val="18"/>
        </w:rPr>
      </w:pPr>
      <w:r w:rsidRPr="00CC7E12">
        <w:rPr>
          <w:rFonts w:cstheme="minorHAnsi"/>
          <w:b/>
          <w:szCs w:val="18"/>
        </w:rPr>
        <w:t xml:space="preserve">OŚWIADCZENIE O BRAKU PODSTAW WYKLUCZENIA </w:t>
      </w:r>
    </w:p>
    <w:p w14:paraId="1808B7C1" w14:textId="77777777" w:rsidR="00BD11B9" w:rsidRPr="00B67D39" w:rsidRDefault="00BD11B9" w:rsidP="00BD11B9">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217E23BC" w14:textId="77777777" w:rsidR="00BD11B9" w:rsidRPr="00B67D39" w:rsidRDefault="00BD11B9" w:rsidP="00BD11B9">
      <w:pPr>
        <w:rPr>
          <w:rFonts w:eastAsia="Verdana" w:cs="Times New Roman"/>
          <w:szCs w:val="18"/>
        </w:rPr>
      </w:pPr>
    </w:p>
    <w:p w14:paraId="7F2D94BF" w14:textId="77777777" w:rsidR="00BD11B9" w:rsidRPr="00CC7E12" w:rsidRDefault="00BD11B9" w:rsidP="00BD11B9">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2B05F19" w14:textId="77777777" w:rsidR="00BD11B9" w:rsidRPr="00CC7E12" w:rsidRDefault="00BD11B9" w:rsidP="00BD11B9">
      <w:pPr>
        <w:jc w:val="both"/>
        <w:rPr>
          <w:rFonts w:cstheme="minorHAnsi"/>
        </w:rPr>
      </w:pPr>
    </w:p>
    <w:p w14:paraId="133CF15D" w14:textId="60C6A14E" w:rsidR="00BD11B9" w:rsidRPr="00CC7E12" w:rsidRDefault="00BD11B9" w:rsidP="00BD11B9">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sidR="00833317">
        <w:rPr>
          <w:rFonts w:cstheme="minorHAnsi"/>
          <w:b/>
          <w:i/>
        </w:rPr>
        <w:fldChar w:fldCharType="separate"/>
      </w:r>
      <w:r w:rsidR="00833317" w:rsidRPr="001C4C4B">
        <w:rPr>
          <w:rFonts w:cstheme="minorHAnsi"/>
          <w:b/>
          <w:i/>
          <w:noProof/>
        </w:rPr>
        <w:t>Przeizolowanie linii nN - Wykonanie robót budowlano-montażowych w zakresie wymiany przewodów linii nN-0,4kV wraz z przyłączami na pełnoizolowane typu AsXSn na terenie działalności PGE Dystrybucja S.A. Oddział Warszawa Rejon Energetyczny Ostrołęka- Etap 1.</w:t>
      </w:r>
      <w:r>
        <w:rPr>
          <w:rFonts w:cstheme="minorHAnsi"/>
          <w:b/>
          <w:i/>
        </w:rPr>
        <w:fldChar w:fldCharType="end"/>
      </w:r>
      <w:r w:rsidRPr="00CC7E12">
        <w:rPr>
          <w:rFonts w:cstheme="minorHAnsi"/>
        </w:rPr>
        <w:t xml:space="preserve"> nr </w:t>
      </w:r>
      <w:r>
        <w:rPr>
          <w:rFonts w:cstheme="minorHAnsi"/>
        </w:rPr>
        <w:t>POST/DYS/OW/GZ/</w:t>
      </w:r>
      <w:r w:rsidR="000126CD">
        <w:rPr>
          <w:rFonts w:cstheme="minorHAnsi"/>
        </w:rPr>
        <w:t>0</w:t>
      </w:r>
      <w:r>
        <w:rPr>
          <w:rFonts w:cstheme="minorHAnsi"/>
        </w:rPr>
        <w:t>0</w:t>
      </w:r>
      <w:r>
        <w:rPr>
          <w:rFonts w:cstheme="minorHAnsi"/>
        </w:rPr>
        <w:fldChar w:fldCharType="begin"/>
      </w:r>
      <w:r>
        <w:rPr>
          <w:rFonts w:cstheme="minorHAnsi"/>
        </w:rPr>
        <w:instrText xml:space="preserve"> MERGEFIELD "nr_postepowania" </w:instrText>
      </w:r>
      <w:r>
        <w:rPr>
          <w:rFonts w:cstheme="minorHAnsi"/>
        </w:rPr>
        <w:fldChar w:fldCharType="separate"/>
      </w:r>
      <w:r w:rsidR="00833317" w:rsidRPr="001C4C4B">
        <w:rPr>
          <w:rFonts w:cstheme="minorHAnsi"/>
          <w:noProof/>
        </w:rPr>
        <w:t>233</w:t>
      </w:r>
      <w:r>
        <w:rPr>
          <w:rFonts w:cstheme="minorHAnsi"/>
        </w:rPr>
        <w:fldChar w:fldCharType="end"/>
      </w:r>
      <w:r>
        <w:rPr>
          <w:rFonts w:cstheme="minorHAnsi"/>
        </w:rPr>
        <w:t>/202</w:t>
      </w:r>
      <w:r w:rsidR="000126CD">
        <w:rPr>
          <w:rFonts w:cstheme="minorHAnsi"/>
        </w:rPr>
        <w:t>6</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240447DE" w14:textId="77777777" w:rsidR="00BD11B9" w:rsidRPr="00CC7E12" w:rsidRDefault="00BD11B9" w:rsidP="00BD11B9">
      <w:pPr>
        <w:jc w:val="both"/>
        <w:rPr>
          <w:rFonts w:cstheme="minorHAnsi"/>
        </w:rPr>
      </w:pPr>
    </w:p>
    <w:p w14:paraId="5345C346" w14:textId="77777777" w:rsidR="00BD11B9" w:rsidRPr="00CC7E12" w:rsidRDefault="00BD11B9" w:rsidP="00BD11B9">
      <w:pPr>
        <w:rPr>
          <w:rFonts w:cstheme="minorHAnsi"/>
          <w:b/>
        </w:rPr>
      </w:pPr>
      <w:r w:rsidRPr="00CC7E12">
        <w:rPr>
          <w:rFonts w:cstheme="minorHAnsi"/>
          <w:b/>
        </w:rPr>
        <w:t>OŚWIADCZENIA DOTYCZĄCE WYKONAWCY:</w:t>
      </w:r>
    </w:p>
    <w:p w14:paraId="3661340A" w14:textId="77777777" w:rsidR="00BD11B9" w:rsidRPr="002C2C2F" w:rsidRDefault="00BD11B9" w:rsidP="00BD11B9">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4A1634C8" w14:textId="77777777" w:rsidR="00BD11B9" w:rsidRPr="002C2C2F" w:rsidRDefault="00BD11B9" w:rsidP="00BD11B9">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50F3ABA1" w14:textId="77777777" w:rsidR="00BD11B9" w:rsidRPr="00CC7E12" w:rsidRDefault="00BD11B9" w:rsidP="00BD11B9">
      <w:pPr>
        <w:jc w:val="both"/>
        <w:rPr>
          <w:rFonts w:cstheme="minorHAnsi"/>
          <w:b/>
        </w:rPr>
      </w:pPr>
      <w:r w:rsidRPr="00CC7E12">
        <w:rPr>
          <w:rFonts w:cstheme="minorHAnsi"/>
          <w:b/>
        </w:rPr>
        <w:lastRenderedPageBreak/>
        <w:t>OŚWIADCZENIE DOTYCZĄCE PODWYKONAWCY, NA KTÓREGO PRZYPADA PONAD 10% WARTOŚCI ZAMÓWIENIA:</w:t>
      </w:r>
    </w:p>
    <w:p w14:paraId="2F0C2A90"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0C99F72"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(podać pełną nazwę/ firmę, adres, a także w zależności od podmiotu: NIP/ PESEL, KRS/ CEiDG)</w:t>
      </w:r>
      <w:r w:rsidRPr="00CC7E12">
        <w:rPr>
          <w:rFonts w:cstheme="minorHAnsi"/>
        </w:rPr>
        <w:t>, nie zachodzą podstawy wykluczenia z postępowania o udzielenie zamówienia przewidziane w art. 5k rozporządzenia 833/2014 w brzmieniu nadanym rozporządzeniem 2022/576.</w:t>
      </w:r>
    </w:p>
    <w:p w14:paraId="51F696AE" w14:textId="77777777" w:rsidR="00BD11B9" w:rsidRPr="00CC7E12" w:rsidRDefault="00BD11B9" w:rsidP="00BD11B9">
      <w:pPr>
        <w:jc w:val="both"/>
        <w:rPr>
          <w:rFonts w:cstheme="minorHAnsi"/>
        </w:rPr>
      </w:pPr>
    </w:p>
    <w:p w14:paraId="7BFF68E0" w14:textId="77777777" w:rsidR="00BD11B9" w:rsidRPr="00CC7E12" w:rsidRDefault="00BD11B9" w:rsidP="00BD11B9">
      <w:pPr>
        <w:jc w:val="both"/>
        <w:rPr>
          <w:rFonts w:cstheme="minorHAnsi"/>
          <w:b/>
        </w:rPr>
      </w:pPr>
      <w:r w:rsidRPr="00CC7E12">
        <w:rPr>
          <w:rFonts w:cstheme="minorHAnsi"/>
          <w:b/>
        </w:rPr>
        <w:t>OŚWIADCZENIE DOTYCZĄCE DOSTAWCY, NA KTÓREGO PRZYPADA PONAD 10% WARTOŚCI ZAMÓWIENIA:</w:t>
      </w:r>
    </w:p>
    <w:p w14:paraId="1067529D"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6D9009D"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KRS/CEiDG)</w:t>
      </w:r>
      <w:r w:rsidRPr="00CC7E12">
        <w:rPr>
          <w:rFonts w:cstheme="minorHAnsi"/>
        </w:rPr>
        <w:t>, nie zachodzą podstawy wykluczenia z postępowania o udzielenie zamówienia przewidziane w art. 5k rozporządzenia 833/2014 w brzmieniu nadanym rozporządzeniem 2022/576.</w:t>
      </w:r>
    </w:p>
    <w:p w14:paraId="2DF96DFD" w14:textId="77777777" w:rsidR="00BD11B9" w:rsidRPr="00CC7E12" w:rsidRDefault="00BD11B9" w:rsidP="00BD11B9">
      <w:pPr>
        <w:jc w:val="both"/>
        <w:rPr>
          <w:rFonts w:cstheme="minorHAnsi"/>
          <w:i/>
        </w:rPr>
      </w:pPr>
    </w:p>
    <w:p w14:paraId="54FD4C6A" w14:textId="77777777" w:rsidR="00BD11B9" w:rsidRPr="00CC7E12" w:rsidRDefault="00BD11B9" w:rsidP="00BD11B9">
      <w:pPr>
        <w:jc w:val="both"/>
        <w:rPr>
          <w:rFonts w:cstheme="minorHAnsi"/>
          <w:b/>
        </w:rPr>
      </w:pPr>
      <w:r w:rsidRPr="00CC7E12">
        <w:rPr>
          <w:rFonts w:cstheme="minorHAnsi"/>
          <w:b/>
        </w:rPr>
        <w:t>OŚWIADCZENIE DOTYCZĄCE PODANYCH INFORMACJI:</w:t>
      </w:r>
    </w:p>
    <w:p w14:paraId="14695F9E" w14:textId="77777777" w:rsidR="00BD11B9" w:rsidRPr="00CC7E12" w:rsidRDefault="00BD11B9" w:rsidP="00BD11B9">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2985F376" w14:textId="77777777" w:rsidR="00BD11B9" w:rsidRPr="00CC7E12" w:rsidRDefault="00BD11B9" w:rsidP="00BD11B9">
      <w:pPr>
        <w:jc w:val="both"/>
        <w:rPr>
          <w:rFonts w:cstheme="minorHAnsi"/>
        </w:rPr>
      </w:pPr>
    </w:p>
    <w:p w14:paraId="12D9BF26" w14:textId="77777777" w:rsidR="00BD11B9" w:rsidRPr="00CC7E12" w:rsidRDefault="00BD11B9" w:rsidP="00BD11B9">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686E102" w14:textId="77777777" w:rsidR="00BD11B9" w:rsidRPr="00CC7E12" w:rsidRDefault="00BD11B9" w:rsidP="00BD11B9">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F72D927" w14:textId="77777777" w:rsidR="00BD11B9" w:rsidRPr="00CC7E12" w:rsidRDefault="00BD11B9" w:rsidP="00BD11B9">
      <w:pPr>
        <w:jc w:val="both"/>
        <w:rPr>
          <w:rFonts w:cstheme="minorHAnsi"/>
        </w:rPr>
      </w:pPr>
      <w:r w:rsidRPr="00CC7E12">
        <w:rPr>
          <w:rFonts w:cstheme="minorHAnsi"/>
        </w:rPr>
        <w:t>1) ..................................................................................................................................................</w:t>
      </w:r>
    </w:p>
    <w:p w14:paraId="34017553" w14:textId="77777777" w:rsidR="00BD11B9" w:rsidRPr="00CC7E12" w:rsidRDefault="00BD11B9" w:rsidP="00BD11B9">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6FEC7EC" w14:textId="77777777" w:rsidR="00BD11B9" w:rsidRPr="00CC7E12" w:rsidRDefault="00BD11B9" w:rsidP="00BD11B9">
      <w:pPr>
        <w:jc w:val="both"/>
        <w:rPr>
          <w:rFonts w:cstheme="minorHAnsi"/>
        </w:rPr>
      </w:pPr>
      <w:r w:rsidRPr="00CC7E12">
        <w:rPr>
          <w:rFonts w:cstheme="minorHAnsi"/>
        </w:rPr>
        <w:t>2) ...................................................................................................................................................</w:t>
      </w:r>
    </w:p>
    <w:p w14:paraId="6748693F" w14:textId="77777777" w:rsidR="00BD11B9" w:rsidRPr="00CC7E12" w:rsidRDefault="00BD11B9" w:rsidP="00BD11B9">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5FFA7EC9" w14:textId="77777777" w:rsidR="00BD11B9" w:rsidRPr="00CC7E12" w:rsidRDefault="00BD11B9" w:rsidP="00BD11B9">
      <w:pPr>
        <w:jc w:val="both"/>
        <w:rPr>
          <w:rFonts w:cstheme="minorHAnsi"/>
          <w:sz w:val="16"/>
        </w:rPr>
      </w:pPr>
    </w:p>
    <w:p w14:paraId="27DECA40" w14:textId="77777777" w:rsidR="00BD11B9" w:rsidRDefault="00BD11B9" w:rsidP="00BD11B9">
      <w:pPr>
        <w:rPr>
          <w:rFonts w:cstheme="minorHAnsi"/>
        </w:rPr>
      </w:pPr>
    </w:p>
    <w:p w14:paraId="2901BBF0" w14:textId="77777777" w:rsidR="00BD11B9" w:rsidRDefault="00BD11B9" w:rsidP="00BD11B9">
      <w:pPr>
        <w:rPr>
          <w:rFonts w:cstheme="minorHAnsi"/>
        </w:rPr>
      </w:pPr>
    </w:p>
    <w:p w14:paraId="4293B2FD"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74674B8"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4F88466" w14:textId="77777777" w:rsidR="00BD11B9" w:rsidRPr="002C2C2F"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7649E5EC" w14:textId="77777777" w:rsidR="00A62B4C" w:rsidRPr="00A62B4C" w:rsidRDefault="00A62B4C" w:rsidP="00A62B4C">
      <w:pPr>
        <w:rPr>
          <w:rFonts w:ascii="Verdana" w:eastAsia="Verdana" w:hAnsi="Verdana" w:cs="Times New Roman"/>
        </w:rPr>
      </w:pPr>
    </w:p>
    <w:p w14:paraId="6FD96394" w14:textId="77777777" w:rsidR="00E36A16" w:rsidRDefault="00E36A16" w:rsidP="00BD11B9">
      <w:pPr>
        <w:jc w:val="right"/>
        <w:rPr>
          <w:rFonts w:ascii="Verdana" w:eastAsia="Verdana" w:hAnsi="Verdana" w:cs="Times New Roman"/>
          <w:b/>
        </w:rPr>
      </w:pPr>
    </w:p>
    <w:p w14:paraId="54F095AC" w14:textId="77777777" w:rsidR="00B13CEB" w:rsidRDefault="00B13CEB" w:rsidP="00BD11B9">
      <w:pPr>
        <w:jc w:val="right"/>
        <w:rPr>
          <w:rFonts w:ascii="Verdana" w:eastAsia="Verdana" w:hAnsi="Verdana" w:cs="Times New Roman"/>
          <w:b/>
        </w:rPr>
      </w:pPr>
    </w:p>
    <w:p w14:paraId="6FF38321" w14:textId="7AE8ED9D" w:rsidR="00BD11B9" w:rsidRDefault="00BD11B9" w:rsidP="00BD11B9">
      <w:pPr>
        <w:jc w:val="right"/>
        <w:rPr>
          <w:rFonts w:ascii="Verdana" w:eastAsia="Verdana" w:hAnsi="Verdana" w:cs="Times New Roman"/>
          <w:b/>
        </w:rPr>
      </w:pPr>
      <w:r w:rsidRPr="000D24FD">
        <w:rPr>
          <w:rFonts w:ascii="Verdana" w:eastAsia="Verdana" w:hAnsi="Verdana" w:cs="Times New Roman"/>
          <w:b/>
        </w:rPr>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6BFA8BBC" w14:textId="77777777" w:rsidR="00BD11B9" w:rsidRDefault="00BD11B9" w:rsidP="00BD11B9">
      <w:pPr>
        <w:jc w:val="right"/>
        <w:rPr>
          <w:rFonts w:ascii="Verdana" w:eastAsia="Verdana" w:hAnsi="Verdana" w:cs="Times New Roman"/>
          <w:b/>
        </w:rPr>
      </w:pPr>
    </w:p>
    <w:p w14:paraId="05CFAA28"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D11B9" w:rsidRPr="006B56FD" w14:paraId="0F59E5F2" w14:textId="77777777" w:rsidTr="00C024EF">
        <w:trPr>
          <w:trHeight w:val="1820"/>
        </w:trPr>
        <w:tc>
          <w:tcPr>
            <w:tcW w:w="4390" w:type="dxa"/>
            <w:tcBorders>
              <w:right w:val="single" w:sz="4" w:space="0" w:color="auto"/>
            </w:tcBorders>
          </w:tcPr>
          <w:p w14:paraId="0ABF6194"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B0F2236" w14:textId="77777777" w:rsidR="00BD11B9" w:rsidRDefault="00BD11B9" w:rsidP="00C024EF">
            <w:pPr>
              <w:ind w:right="28"/>
              <w:rPr>
                <w:rFonts w:asciiTheme="minorHAnsi" w:hAnsiTheme="minorHAnsi" w:cstheme="minorHAnsi"/>
              </w:rPr>
            </w:pPr>
          </w:p>
          <w:p w14:paraId="3EA05B57" w14:textId="77777777" w:rsidR="00BD11B9" w:rsidRPr="006B56FD" w:rsidRDefault="00BD11B9" w:rsidP="00C024EF">
            <w:pPr>
              <w:ind w:right="28"/>
              <w:rPr>
                <w:rFonts w:asciiTheme="minorHAnsi" w:hAnsiTheme="minorHAnsi" w:cstheme="minorHAnsi"/>
              </w:rPr>
            </w:pPr>
          </w:p>
          <w:p w14:paraId="28DCFDD6"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102BD6E"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2129F1C4"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612CA6A5" w14:textId="77777777" w:rsidR="00BD11B9" w:rsidRPr="006B56FD" w:rsidRDefault="00BD11B9" w:rsidP="00C024EF">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0901FBDC"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2C27DA53"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F6CDC"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F2FEB11"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C59DF64" w14:textId="77777777" w:rsidR="00BD11B9"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3EDBCEAD" w14:textId="77777777" w:rsidR="00BD11B9" w:rsidRPr="00604B83" w:rsidRDefault="00BD11B9" w:rsidP="00C024EF">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1194AA67"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06D7350E" w14:textId="77777777" w:rsidR="00BD11B9" w:rsidRDefault="00BD11B9" w:rsidP="00BD11B9">
      <w:pPr>
        <w:rPr>
          <w:rFonts w:ascii="Verdana" w:eastAsia="Verdana" w:hAnsi="Verdana" w:cs="Times New Roman"/>
          <w:b/>
        </w:rPr>
      </w:pPr>
    </w:p>
    <w:p w14:paraId="091B2026" w14:textId="77777777" w:rsidR="00BD11B9" w:rsidRPr="00A62B4C" w:rsidRDefault="00BD11B9" w:rsidP="00BD11B9">
      <w:pPr>
        <w:rPr>
          <w:rFonts w:ascii="Verdana" w:eastAsia="Verdana" w:hAnsi="Verdana" w:cs="Times New Roman"/>
        </w:rPr>
      </w:pPr>
    </w:p>
    <w:p w14:paraId="70ACFEE9" w14:textId="77777777" w:rsidR="00BD11B9" w:rsidRPr="00B67D39" w:rsidRDefault="00BD11B9" w:rsidP="00BD11B9">
      <w:pPr>
        <w:tabs>
          <w:tab w:val="left" w:pos="1628"/>
        </w:tabs>
        <w:jc w:val="center"/>
        <w:rPr>
          <w:rFonts w:cstheme="minorHAnsi"/>
          <w:b/>
          <w:szCs w:val="18"/>
        </w:rPr>
      </w:pPr>
      <w:r>
        <w:rPr>
          <w:rFonts w:cstheme="minorHAnsi"/>
          <w:b/>
          <w:szCs w:val="18"/>
        </w:rPr>
        <w:t xml:space="preserve">WYKAZ WYKONANYCH ZAMÓWIEŃ  </w:t>
      </w:r>
    </w:p>
    <w:p w14:paraId="37BC17D2" w14:textId="77777777" w:rsidR="00BD11B9" w:rsidRDefault="00BD11B9" w:rsidP="00BD11B9">
      <w:pPr>
        <w:rPr>
          <w:rFonts w:eastAsia="Verdana" w:cs="Times New Roman"/>
          <w:szCs w:val="18"/>
        </w:rPr>
      </w:pPr>
    </w:p>
    <w:p w14:paraId="45EAB1C6" w14:textId="3FC84D63" w:rsidR="00BD11B9" w:rsidRPr="000D24FD" w:rsidRDefault="00BD11B9" w:rsidP="00BD11B9">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w:t>
      </w:r>
      <w:r w:rsidR="000126CD">
        <w:rPr>
          <w:rFonts w:cstheme="minorHAnsi"/>
          <w:b/>
          <w:lang w:eastAsia="pl-PL"/>
        </w:rPr>
        <w:t>0</w:t>
      </w:r>
      <w:r w:rsidRPr="00BF211C">
        <w:rPr>
          <w:rFonts w:cstheme="minorHAnsi"/>
          <w:b/>
          <w:lang w:eastAsia="pl-PL"/>
        </w:rPr>
        <w:t>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833317" w:rsidRPr="001C4C4B">
        <w:rPr>
          <w:rFonts w:cstheme="minorHAnsi"/>
          <w:b/>
          <w:noProof/>
          <w:lang w:eastAsia="pl-PL"/>
        </w:rPr>
        <w:t>233</w:t>
      </w:r>
      <w:r>
        <w:rPr>
          <w:rFonts w:cstheme="minorHAnsi"/>
          <w:b/>
          <w:lang w:eastAsia="pl-PL"/>
        </w:rPr>
        <w:fldChar w:fldCharType="end"/>
      </w:r>
      <w:r w:rsidRPr="00BF211C">
        <w:rPr>
          <w:rFonts w:cstheme="minorHAnsi"/>
          <w:b/>
          <w:lang w:eastAsia="pl-PL"/>
        </w:rPr>
        <w:t>/202</w:t>
      </w:r>
      <w:r w:rsidR="000126CD">
        <w:rPr>
          <w:rFonts w:cstheme="minorHAnsi"/>
          <w:b/>
          <w:lang w:eastAsia="pl-PL"/>
        </w:rPr>
        <w:t>6</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sidR="00833317">
        <w:rPr>
          <w:rFonts w:cstheme="minorHAnsi"/>
          <w:b/>
          <w:lang w:eastAsia="pl-PL"/>
        </w:rPr>
        <w:fldChar w:fldCharType="separate"/>
      </w:r>
      <w:r w:rsidR="00833317" w:rsidRPr="001C4C4B">
        <w:rPr>
          <w:rFonts w:cstheme="minorHAnsi"/>
          <w:b/>
          <w:noProof/>
          <w:lang w:eastAsia="pl-PL"/>
        </w:rPr>
        <w:t>Przeizolowanie linii nN - Wykonanie robót budowlano-montażowych w zakresie wymiany przewodów linii nN-0,4kV wraz z przyłączami na pełnoizolowane typu AsXSn na terenie działalności PGE Dystrybucja S.A. Oddział Warszawa Rejon Energetyczny Ostrołęka- Etap 1.</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wykonaliśmy następujące dostawy/</w:t>
      </w:r>
      <w:r w:rsidRPr="000D24FD">
        <w:rPr>
          <w:rFonts w:cstheme="minorHAnsi"/>
        </w:rPr>
        <w:t>usługi</w:t>
      </w:r>
      <w:r w:rsidRPr="000D24FD">
        <w:rPr>
          <w:rFonts w:cstheme="minorHAnsi"/>
          <w:lang w:eastAsia="pl-PL"/>
        </w:rPr>
        <w:t>:</w:t>
      </w: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BD11B9" w:rsidRPr="000D24FD" w14:paraId="350E0417" w14:textId="77777777" w:rsidTr="00C024EF">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8281686" w14:textId="77777777" w:rsidR="00BD11B9" w:rsidRPr="00DC202A" w:rsidRDefault="00BD11B9" w:rsidP="00C024EF">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4F4C3C3" w14:textId="77777777" w:rsidR="00BD11B9" w:rsidRPr="00DC202A" w:rsidRDefault="00BD11B9" w:rsidP="00C024EF">
            <w:pPr>
              <w:jc w:val="center"/>
              <w:rPr>
                <w:rFonts w:cstheme="minorHAnsi"/>
              </w:rPr>
            </w:pPr>
          </w:p>
          <w:p w14:paraId="3D06C258" w14:textId="77777777" w:rsidR="00BD11B9" w:rsidRPr="00DC202A" w:rsidRDefault="00BD11B9" w:rsidP="00C024EF">
            <w:pPr>
              <w:jc w:val="center"/>
              <w:rPr>
                <w:rFonts w:cstheme="minorHAnsi"/>
              </w:rPr>
            </w:pPr>
            <w:r w:rsidRPr="00DC202A">
              <w:rPr>
                <w:rFonts w:cstheme="minorHAnsi"/>
              </w:rPr>
              <w:t>Przedmiot zakupu</w:t>
            </w:r>
          </w:p>
          <w:p w14:paraId="475A6DC7" w14:textId="77777777" w:rsidR="00BD11B9" w:rsidRPr="00DC202A" w:rsidRDefault="00BD11B9" w:rsidP="00C024EF">
            <w:pPr>
              <w:jc w:val="center"/>
              <w:rPr>
                <w:rFonts w:cstheme="minorHAnsi"/>
              </w:rPr>
            </w:pPr>
          </w:p>
        </w:tc>
        <w:tc>
          <w:tcPr>
            <w:tcW w:w="1696" w:type="dxa"/>
            <w:vMerge w:val="restart"/>
            <w:tcBorders>
              <w:top w:val="single" w:sz="4" w:space="0" w:color="auto"/>
            </w:tcBorders>
            <w:shd w:val="clear" w:color="auto" w:fill="B7CDF9" w:themeFill="text2" w:themeFillTint="33"/>
          </w:tcPr>
          <w:p w14:paraId="733253E4" w14:textId="77777777" w:rsidR="00BD11B9" w:rsidRPr="00DC202A" w:rsidRDefault="00BD11B9" w:rsidP="00C024EF">
            <w:pPr>
              <w:jc w:val="center"/>
              <w:rPr>
                <w:rFonts w:cstheme="minorHAnsi"/>
              </w:rPr>
            </w:pPr>
          </w:p>
          <w:p w14:paraId="6CC9418B" w14:textId="77777777" w:rsidR="00BD11B9" w:rsidRPr="00DC202A" w:rsidRDefault="00BD11B9" w:rsidP="00C024EF">
            <w:pPr>
              <w:jc w:val="center"/>
              <w:rPr>
                <w:rFonts w:cstheme="minorHAnsi"/>
              </w:rPr>
            </w:pPr>
            <w:r w:rsidRPr="00DC202A">
              <w:rPr>
                <w:rFonts w:cstheme="minorHAnsi"/>
              </w:rPr>
              <w:t xml:space="preserve">Wartość zrealizowanych usług/dostaw </w:t>
            </w:r>
          </w:p>
        </w:tc>
        <w:tc>
          <w:tcPr>
            <w:tcW w:w="2982" w:type="dxa"/>
            <w:gridSpan w:val="2"/>
            <w:tcBorders>
              <w:top w:val="single" w:sz="4" w:space="0" w:color="auto"/>
              <w:bottom w:val="single" w:sz="4" w:space="0" w:color="auto"/>
            </w:tcBorders>
            <w:shd w:val="clear" w:color="auto" w:fill="B7CDF9" w:themeFill="text2" w:themeFillTint="33"/>
            <w:vAlign w:val="center"/>
          </w:tcPr>
          <w:p w14:paraId="7FE46B1A" w14:textId="77777777" w:rsidR="00BD11B9" w:rsidRPr="00DC202A" w:rsidRDefault="00BD11B9" w:rsidP="00C024EF">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8EDBD27" w14:textId="77777777" w:rsidR="00BD11B9" w:rsidRPr="00DC202A" w:rsidRDefault="00BD11B9" w:rsidP="00C024EF">
            <w:pPr>
              <w:jc w:val="center"/>
              <w:rPr>
                <w:rFonts w:cstheme="minorHAnsi"/>
                <w:lang w:eastAsia="pl-PL"/>
              </w:rPr>
            </w:pPr>
            <w:r w:rsidRPr="00DC202A">
              <w:rPr>
                <w:rFonts w:cstheme="minorHAnsi"/>
                <w:lang w:eastAsia="pl-PL"/>
              </w:rPr>
              <w:t>Nazwa Odbiorcy</w:t>
            </w:r>
          </w:p>
          <w:p w14:paraId="537E72FC" w14:textId="77777777" w:rsidR="00BD11B9" w:rsidRPr="00DC202A" w:rsidRDefault="00BD11B9" w:rsidP="00C024EF">
            <w:pPr>
              <w:jc w:val="center"/>
              <w:rPr>
                <w:rFonts w:cstheme="minorHAnsi"/>
                <w:i/>
                <w:lang w:eastAsia="pl-PL"/>
              </w:rPr>
            </w:pPr>
            <w:r w:rsidRPr="00DC202A">
              <w:rPr>
                <w:rFonts w:cstheme="minorHAnsi"/>
                <w:i/>
                <w:lang w:eastAsia="pl-PL"/>
              </w:rPr>
              <w:t>(wraz z adresem i nr telefonu)</w:t>
            </w:r>
          </w:p>
        </w:tc>
      </w:tr>
      <w:tr w:rsidR="00BD11B9" w:rsidRPr="000D24FD" w14:paraId="7EB62708" w14:textId="77777777" w:rsidTr="00BD11B9">
        <w:trPr>
          <w:cantSplit/>
          <w:trHeight w:val="504"/>
          <w:tblHeader/>
        </w:trPr>
        <w:tc>
          <w:tcPr>
            <w:tcW w:w="568" w:type="dxa"/>
            <w:vMerge/>
            <w:tcBorders>
              <w:left w:val="single" w:sz="4" w:space="0" w:color="auto"/>
            </w:tcBorders>
            <w:vAlign w:val="center"/>
          </w:tcPr>
          <w:p w14:paraId="75BFB853" w14:textId="77777777" w:rsidR="00BD11B9" w:rsidRPr="000D24FD" w:rsidRDefault="00BD11B9" w:rsidP="00C024EF">
            <w:pPr>
              <w:jc w:val="center"/>
              <w:rPr>
                <w:rFonts w:cstheme="minorHAnsi"/>
                <w:i/>
              </w:rPr>
            </w:pPr>
          </w:p>
        </w:tc>
        <w:tc>
          <w:tcPr>
            <w:tcW w:w="2126" w:type="dxa"/>
            <w:vMerge/>
            <w:tcBorders>
              <w:top w:val="nil"/>
              <w:right w:val="single" w:sz="4" w:space="0" w:color="auto"/>
            </w:tcBorders>
            <w:vAlign w:val="center"/>
          </w:tcPr>
          <w:p w14:paraId="570F3D6A" w14:textId="77777777" w:rsidR="00BD11B9" w:rsidRPr="000D24FD" w:rsidRDefault="00BD11B9" w:rsidP="00C024EF">
            <w:pPr>
              <w:jc w:val="center"/>
              <w:rPr>
                <w:rFonts w:cstheme="minorHAnsi"/>
                <w:i/>
              </w:rPr>
            </w:pPr>
          </w:p>
        </w:tc>
        <w:tc>
          <w:tcPr>
            <w:tcW w:w="1696" w:type="dxa"/>
            <w:vMerge/>
          </w:tcPr>
          <w:p w14:paraId="7EB3EFAF" w14:textId="77777777" w:rsidR="00BD11B9" w:rsidRPr="000D24FD" w:rsidRDefault="00BD11B9" w:rsidP="00C024EF">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7FF0728" w14:textId="77777777" w:rsidR="00BD11B9" w:rsidRPr="000D24FD" w:rsidRDefault="00BD11B9" w:rsidP="00C024EF">
            <w:pPr>
              <w:jc w:val="center"/>
              <w:rPr>
                <w:rFonts w:cstheme="minorHAnsi"/>
                <w:i/>
              </w:rPr>
            </w:pPr>
            <w:r w:rsidRPr="000D24FD">
              <w:rPr>
                <w:rFonts w:cstheme="minorHAnsi"/>
                <w:i/>
              </w:rPr>
              <w:t>Data</w:t>
            </w:r>
          </w:p>
          <w:p w14:paraId="6DC269A9" w14:textId="77777777" w:rsidR="00BD11B9" w:rsidRPr="000D24FD" w:rsidRDefault="00BD11B9" w:rsidP="00C024EF">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565C7A52" w14:textId="77777777" w:rsidR="00BD11B9" w:rsidRPr="000D24FD" w:rsidRDefault="00BD11B9" w:rsidP="00C024EF">
            <w:pPr>
              <w:jc w:val="center"/>
              <w:rPr>
                <w:rFonts w:cstheme="minorHAnsi"/>
                <w:i/>
              </w:rPr>
            </w:pPr>
            <w:r w:rsidRPr="000D24FD">
              <w:rPr>
                <w:rFonts w:cstheme="minorHAnsi"/>
                <w:i/>
              </w:rPr>
              <w:t>Data</w:t>
            </w:r>
          </w:p>
          <w:p w14:paraId="34CD746E" w14:textId="77777777" w:rsidR="00BD11B9" w:rsidRPr="000D24FD" w:rsidRDefault="00BD11B9" w:rsidP="00C024EF">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48F8753B" w14:textId="77777777" w:rsidR="00BD11B9" w:rsidRPr="000D24FD" w:rsidRDefault="00BD11B9" w:rsidP="00C024EF">
            <w:pPr>
              <w:jc w:val="center"/>
              <w:rPr>
                <w:rFonts w:cstheme="minorHAnsi"/>
                <w:i/>
              </w:rPr>
            </w:pPr>
          </w:p>
        </w:tc>
      </w:tr>
      <w:tr w:rsidR="00BD11B9" w:rsidRPr="000D24FD" w14:paraId="447FDE85" w14:textId="77777777" w:rsidTr="00BD11B9">
        <w:trPr>
          <w:trHeight w:val="843"/>
        </w:trPr>
        <w:tc>
          <w:tcPr>
            <w:tcW w:w="568" w:type="dxa"/>
            <w:vAlign w:val="center"/>
          </w:tcPr>
          <w:p w14:paraId="2D044C80"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8F7A83D" w14:textId="77777777" w:rsidR="00BD11B9" w:rsidRPr="000D24FD" w:rsidRDefault="00BD11B9" w:rsidP="00C024EF">
            <w:pPr>
              <w:spacing w:before="120"/>
              <w:jc w:val="center"/>
              <w:rPr>
                <w:rFonts w:cstheme="minorHAnsi"/>
              </w:rPr>
            </w:pPr>
          </w:p>
        </w:tc>
        <w:tc>
          <w:tcPr>
            <w:tcW w:w="1696" w:type="dxa"/>
            <w:vAlign w:val="center"/>
          </w:tcPr>
          <w:p w14:paraId="6FFDE88D" w14:textId="77777777" w:rsidR="00BD11B9" w:rsidRPr="000D24FD" w:rsidRDefault="00BD11B9" w:rsidP="00C024EF">
            <w:pPr>
              <w:spacing w:before="120"/>
              <w:jc w:val="center"/>
              <w:rPr>
                <w:rFonts w:cstheme="minorHAnsi"/>
              </w:rPr>
            </w:pPr>
          </w:p>
        </w:tc>
        <w:tc>
          <w:tcPr>
            <w:tcW w:w="1423" w:type="dxa"/>
            <w:tcBorders>
              <w:top w:val="single" w:sz="6" w:space="0" w:color="auto"/>
              <w:bottom w:val="single" w:sz="4" w:space="0" w:color="auto"/>
            </w:tcBorders>
            <w:vAlign w:val="center"/>
          </w:tcPr>
          <w:p w14:paraId="7ACF527E" w14:textId="77777777" w:rsidR="00BD11B9" w:rsidRPr="000D24FD" w:rsidRDefault="00BD11B9" w:rsidP="00C024EF">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7E9CB3EA"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CAF19DB" w14:textId="77777777" w:rsidR="00BD11B9" w:rsidRPr="000D24FD" w:rsidRDefault="00BD11B9" w:rsidP="00C024EF">
            <w:pPr>
              <w:spacing w:before="120"/>
              <w:jc w:val="center"/>
              <w:rPr>
                <w:rFonts w:cstheme="minorHAnsi"/>
              </w:rPr>
            </w:pPr>
          </w:p>
        </w:tc>
      </w:tr>
      <w:tr w:rsidR="00BD11B9" w:rsidRPr="000D24FD" w14:paraId="4EA4C18E" w14:textId="77777777" w:rsidTr="00BD11B9">
        <w:trPr>
          <w:trHeight w:val="843"/>
        </w:trPr>
        <w:tc>
          <w:tcPr>
            <w:tcW w:w="568" w:type="dxa"/>
            <w:vAlign w:val="center"/>
          </w:tcPr>
          <w:p w14:paraId="238ED46A"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9779A95" w14:textId="77777777" w:rsidR="00BD11B9" w:rsidRPr="000D24FD" w:rsidRDefault="00BD11B9" w:rsidP="00C024EF">
            <w:pPr>
              <w:spacing w:before="120"/>
              <w:jc w:val="center"/>
              <w:rPr>
                <w:rFonts w:cstheme="minorHAnsi"/>
              </w:rPr>
            </w:pPr>
          </w:p>
        </w:tc>
        <w:tc>
          <w:tcPr>
            <w:tcW w:w="1696" w:type="dxa"/>
            <w:vAlign w:val="center"/>
          </w:tcPr>
          <w:p w14:paraId="3C72292F" w14:textId="77777777" w:rsidR="00BD11B9" w:rsidRPr="000D24FD" w:rsidRDefault="00BD11B9" w:rsidP="00C024EF">
            <w:pPr>
              <w:spacing w:before="120"/>
              <w:jc w:val="center"/>
              <w:rPr>
                <w:rFonts w:cstheme="minorHAnsi"/>
              </w:rPr>
            </w:pPr>
          </w:p>
        </w:tc>
        <w:tc>
          <w:tcPr>
            <w:tcW w:w="1423" w:type="dxa"/>
            <w:tcBorders>
              <w:top w:val="single" w:sz="4" w:space="0" w:color="auto"/>
            </w:tcBorders>
            <w:vAlign w:val="center"/>
          </w:tcPr>
          <w:p w14:paraId="02A2CEDD" w14:textId="77777777" w:rsidR="00BD11B9" w:rsidRPr="000D24FD" w:rsidRDefault="00BD11B9" w:rsidP="00C024EF">
            <w:pPr>
              <w:spacing w:before="120"/>
              <w:jc w:val="center"/>
              <w:rPr>
                <w:rFonts w:cstheme="minorHAnsi"/>
              </w:rPr>
            </w:pPr>
          </w:p>
        </w:tc>
        <w:tc>
          <w:tcPr>
            <w:tcW w:w="1559" w:type="dxa"/>
            <w:tcBorders>
              <w:top w:val="single" w:sz="4" w:space="0" w:color="auto"/>
              <w:right w:val="single" w:sz="4" w:space="0" w:color="auto"/>
            </w:tcBorders>
            <w:vAlign w:val="center"/>
          </w:tcPr>
          <w:p w14:paraId="3AE69F25"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C742463" w14:textId="77777777" w:rsidR="00BD11B9" w:rsidRPr="000D24FD" w:rsidRDefault="00BD11B9" w:rsidP="00C024EF">
            <w:pPr>
              <w:spacing w:before="120"/>
              <w:jc w:val="center"/>
              <w:rPr>
                <w:rFonts w:cstheme="minorHAnsi"/>
              </w:rPr>
            </w:pPr>
          </w:p>
        </w:tc>
      </w:tr>
    </w:tbl>
    <w:p w14:paraId="788866BC" w14:textId="77777777" w:rsidR="00BD11B9" w:rsidRPr="000D24FD" w:rsidRDefault="00BD11B9" w:rsidP="00BD11B9">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23DA3302" w14:textId="77777777" w:rsidR="00BD11B9" w:rsidRPr="000D24FD" w:rsidRDefault="00BD11B9" w:rsidP="00BD11B9">
      <w:pPr>
        <w:spacing w:before="120"/>
        <w:ind w:left="-284" w:right="-569"/>
        <w:outlineLvl w:val="0"/>
        <w:rPr>
          <w:rFonts w:cstheme="minorHAnsi"/>
          <w:i/>
        </w:rPr>
      </w:pPr>
    </w:p>
    <w:p w14:paraId="04E39F2F" w14:textId="77777777" w:rsidR="00BD11B9" w:rsidRPr="000D24FD" w:rsidRDefault="00BD11B9" w:rsidP="00BD11B9">
      <w:pPr>
        <w:spacing w:before="120"/>
        <w:ind w:right="28"/>
        <w:outlineLvl w:val="0"/>
        <w:rPr>
          <w:rFonts w:cstheme="minorHAnsi"/>
          <w:i/>
        </w:rPr>
      </w:pPr>
      <w:r w:rsidRPr="000D24FD">
        <w:rPr>
          <w:rFonts w:cstheme="minorHAnsi"/>
        </w:rPr>
        <w:t xml:space="preserve">Do niniejszego wykazu dołączamy dowody potwierdzające, że ww. dostawy </w:t>
      </w:r>
      <w:r>
        <w:rPr>
          <w:rFonts w:cstheme="minorHAnsi"/>
        </w:rPr>
        <w:t>/</w:t>
      </w:r>
      <w:r w:rsidRPr="000D24FD">
        <w:rPr>
          <w:rFonts w:cstheme="minorHAnsi"/>
        </w:rPr>
        <w:t>usługi zostały wykonane lub są wykonywane należycie.</w:t>
      </w:r>
    </w:p>
    <w:p w14:paraId="631B75B6" w14:textId="77777777" w:rsidR="00BD11B9" w:rsidRDefault="00BD11B9" w:rsidP="00BD11B9">
      <w:pPr>
        <w:rPr>
          <w:rFonts w:cstheme="minorHAnsi"/>
        </w:rPr>
      </w:pPr>
    </w:p>
    <w:p w14:paraId="2F7FC081" w14:textId="77777777" w:rsidR="00BD11B9" w:rsidRDefault="00BD11B9" w:rsidP="00BD11B9">
      <w:pPr>
        <w:rPr>
          <w:rFonts w:cstheme="minorHAnsi"/>
        </w:rPr>
      </w:pPr>
    </w:p>
    <w:p w14:paraId="5308D23B" w14:textId="77777777" w:rsidR="00BD11B9" w:rsidRDefault="00BD11B9" w:rsidP="00BD11B9">
      <w:pPr>
        <w:rPr>
          <w:rFonts w:cstheme="minorHAnsi"/>
        </w:rPr>
      </w:pPr>
    </w:p>
    <w:p w14:paraId="1475F236"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D9ADC1"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EB7811"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73F382F" w14:textId="77777777" w:rsidR="00201B55" w:rsidRDefault="00A62B4C" w:rsidP="00BD11B9">
      <w:pPr>
        <w:jc w:val="right"/>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p w14:paraId="4884E277" w14:textId="77777777" w:rsidR="00201B55" w:rsidRDefault="00201B55" w:rsidP="00BD11B9">
      <w:pPr>
        <w:jc w:val="right"/>
        <w:rPr>
          <w:rFonts w:ascii="Verdana" w:eastAsia="Verdana" w:hAnsi="Verdana" w:cs="Times New Roman"/>
        </w:rPr>
      </w:pPr>
    </w:p>
    <w:p w14:paraId="2ECE4D26" w14:textId="77777777" w:rsidR="00201B55" w:rsidRDefault="00201B55" w:rsidP="00BD11B9">
      <w:pPr>
        <w:jc w:val="right"/>
        <w:rPr>
          <w:rFonts w:ascii="Verdana" w:eastAsia="Verdana" w:hAnsi="Verdana" w:cs="Times New Roman"/>
        </w:rPr>
      </w:pPr>
    </w:p>
    <w:p w14:paraId="317D34F4" w14:textId="77777777" w:rsidR="00201B55" w:rsidRDefault="00201B55" w:rsidP="00BD11B9">
      <w:pPr>
        <w:jc w:val="right"/>
        <w:rPr>
          <w:rFonts w:ascii="Verdana" w:eastAsia="Verdana" w:hAnsi="Verdana" w:cs="Times New Roman"/>
        </w:rPr>
      </w:pPr>
    </w:p>
    <w:p w14:paraId="66DA095D" w14:textId="77777777" w:rsidR="00201B55" w:rsidRDefault="00201B55" w:rsidP="00BD11B9">
      <w:pPr>
        <w:jc w:val="right"/>
        <w:rPr>
          <w:rFonts w:ascii="Verdana" w:eastAsia="Verdana" w:hAnsi="Verdana" w:cs="Times New Roman"/>
        </w:rPr>
      </w:pPr>
    </w:p>
    <w:p w14:paraId="2ECFD2ED" w14:textId="77777777" w:rsidR="00B13CEB" w:rsidRDefault="00B13CEB" w:rsidP="00BD11B9">
      <w:pPr>
        <w:jc w:val="right"/>
        <w:rPr>
          <w:rFonts w:ascii="Verdana" w:eastAsia="Verdana" w:hAnsi="Verdana" w:cs="Times New Roman"/>
          <w:b/>
        </w:rPr>
      </w:pPr>
    </w:p>
    <w:p w14:paraId="0761ACE1" w14:textId="77777777" w:rsidR="00B13CEB" w:rsidRDefault="00B13CEB" w:rsidP="00BD11B9">
      <w:pPr>
        <w:jc w:val="right"/>
        <w:rPr>
          <w:rFonts w:ascii="Verdana" w:eastAsia="Verdana" w:hAnsi="Verdana" w:cs="Times New Roman"/>
          <w:b/>
        </w:rPr>
      </w:pPr>
    </w:p>
    <w:p w14:paraId="1B93EE3D" w14:textId="77777777" w:rsidR="00B13CEB" w:rsidRDefault="00B13CEB" w:rsidP="00BD11B9">
      <w:pPr>
        <w:jc w:val="right"/>
        <w:rPr>
          <w:rFonts w:ascii="Verdana" w:eastAsia="Verdana" w:hAnsi="Verdana" w:cs="Times New Roman"/>
          <w:b/>
        </w:rPr>
      </w:pPr>
    </w:p>
    <w:p w14:paraId="23BCCB24" w14:textId="77777777" w:rsidR="00B13CEB" w:rsidRDefault="00B13CEB" w:rsidP="00BD11B9">
      <w:pPr>
        <w:jc w:val="right"/>
        <w:rPr>
          <w:rFonts w:ascii="Verdana" w:eastAsia="Verdana" w:hAnsi="Verdana" w:cs="Times New Roman"/>
          <w:b/>
        </w:rPr>
      </w:pPr>
    </w:p>
    <w:p w14:paraId="25F67239" w14:textId="15276790" w:rsidR="00BD11B9" w:rsidRDefault="00BD11B9" w:rsidP="00BD11B9">
      <w:pPr>
        <w:jc w:val="right"/>
        <w:rPr>
          <w:rFonts w:ascii="Verdana" w:eastAsia="Verdana" w:hAnsi="Verdana" w:cs="Times New Roman"/>
          <w:b/>
        </w:rPr>
      </w:pPr>
      <w:r w:rsidRPr="000855FF">
        <w:rPr>
          <w:rFonts w:ascii="Verdana" w:eastAsia="Verdana" w:hAnsi="Verdana" w:cs="Times New Roman"/>
          <w:b/>
        </w:rPr>
        <w:t xml:space="preserve">ZAŁĄCZNIK NR </w:t>
      </w:r>
      <w:r>
        <w:rPr>
          <w:rFonts w:ascii="Verdana" w:eastAsia="Verdana" w:hAnsi="Verdana" w:cs="Times New Roman"/>
          <w:b/>
        </w:rPr>
        <w:t>8</w:t>
      </w:r>
      <w:r w:rsidRPr="000855FF">
        <w:rPr>
          <w:rFonts w:ascii="Verdana" w:eastAsia="Verdana" w:hAnsi="Verdana" w:cs="Times New Roman"/>
          <w:b/>
        </w:rPr>
        <w:t xml:space="preserve"> DO SWZ – WYKAZ OSÓB</w:t>
      </w:r>
    </w:p>
    <w:p w14:paraId="7A88AC73" w14:textId="77777777" w:rsidR="00BD11B9" w:rsidRDefault="00BD11B9" w:rsidP="00BD11B9">
      <w:pPr>
        <w:jc w:val="right"/>
        <w:rPr>
          <w:rFonts w:ascii="Verdana" w:eastAsia="Verdana" w:hAnsi="Verdana" w:cs="Times New Roman"/>
          <w:b/>
        </w:rPr>
      </w:pPr>
    </w:p>
    <w:p w14:paraId="684CBD5F" w14:textId="77777777" w:rsidR="00BD11B9" w:rsidRDefault="00BD11B9" w:rsidP="00BD11B9">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BD11B9" w:rsidRPr="000855FF" w14:paraId="7026E9C1" w14:textId="77777777" w:rsidTr="00C024EF">
        <w:trPr>
          <w:trHeight w:val="1820"/>
        </w:trPr>
        <w:tc>
          <w:tcPr>
            <w:tcW w:w="3969" w:type="dxa"/>
            <w:tcBorders>
              <w:right w:val="single" w:sz="4" w:space="0" w:color="auto"/>
            </w:tcBorders>
          </w:tcPr>
          <w:p w14:paraId="6309E09E" w14:textId="77777777" w:rsidR="00BD11B9" w:rsidRPr="000855FF" w:rsidRDefault="00BD11B9" w:rsidP="00C024EF">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0CFAF7F3" w14:textId="77777777" w:rsidR="00BD11B9" w:rsidRPr="000855FF" w:rsidRDefault="00BD11B9" w:rsidP="00C024EF">
            <w:pPr>
              <w:ind w:right="28"/>
              <w:rPr>
                <w:rFonts w:asciiTheme="minorHAnsi" w:hAnsiTheme="minorHAnsi" w:cstheme="minorHAnsi"/>
              </w:rPr>
            </w:pPr>
          </w:p>
          <w:p w14:paraId="1306E3FF" w14:textId="77777777" w:rsidR="00BD11B9" w:rsidRPr="000855FF" w:rsidRDefault="00BD11B9" w:rsidP="00C024EF">
            <w:pPr>
              <w:ind w:right="28"/>
              <w:rPr>
                <w:rFonts w:asciiTheme="minorHAnsi" w:hAnsiTheme="minorHAnsi" w:cstheme="minorHAnsi"/>
              </w:rPr>
            </w:pPr>
          </w:p>
          <w:p w14:paraId="0A656264"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6E7C4502"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30703DC9" w14:textId="77777777" w:rsidR="00BD11B9" w:rsidRPr="000855FF" w:rsidRDefault="00BD11B9" w:rsidP="00C024EF">
            <w:pPr>
              <w:ind w:right="28"/>
              <w:jc w:val="center"/>
              <w:rPr>
                <w:rFonts w:asciiTheme="minorHAnsi" w:hAnsiTheme="minorHAnsi" w:cstheme="minorHAnsi"/>
                <w:i/>
              </w:rPr>
            </w:pPr>
            <w:r w:rsidRPr="000855FF">
              <w:rPr>
                <w:rFonts w:asciiTheme="minorHAnsi" w:hAnsiTheme="minorHAnsi" w:cstheme="minorHAnsi"/>
                <w:i/>
              </w:rPr>
              <w:t>Nazwa i adres</w:t>
            </w:r>
          </w:p>
          <w:p w14:paraId="5CFF1CC3" w14:textId="77777777" w:rsidR="00BD11B9" w:rsidRPr="000855FF" w:rsidRDefault="00BD11B9" w:rsidP="00C024EF">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41FF4F63" w14:textId="77777777" w:rsidR="00BD11B9" w:rsidRPr="000855FF"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A956E0A" w14:textId="77777777" w:rsidR="00BD11B9" w:rsidRPr="000855FF" w:rsidRDefault="00BD11B9" w:rsidP="00C024EF">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51AB771C"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3A054237" w14:textId="77777777" w:rsidR="00BD11B9" w:rsidRPr="000855FF" w:rsidRDefault="00BD11B9" w:rsidP="00C024EF">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76CA1809"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42090C3A" w14:textId="77777777" w:rsidR="00BD11B9" w:rsidRPr="000855FF" w:rsidRDefault="00BD11B9" w:rsidP="00C024EF">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1FE28567" w14:textId="77777777" w:rsidR="00BD11B9" w:rsidRDefault="00BD11B9" w:rsidP="00BD11B9">
      <w:pPr>
        <w:rPr>
          <w:rFonts w:ascii="Verdana" w:eastAsia="Verdana" w:hAnsi="Verdana" w:cs="Times New Roman"/>
        </w:rPr>
      </w:pPr>
    </w:p>
    <w:p w14:paraId="502496A9" w14:textId="77777777" w:rsidR="00BD11B9" w:rsidRDefault="00BD11B9" w:rsidP="00BD11B9">
      <w:pPr>
        <w:jc w:val="both"/>
        <w:rPr>
          <w:rFonts w:ascii="Verdana" w:eastAsia="Verdana" w:hAnsi="Verdana" w:cs="Times New Roman"/>
        </w:rPr>
      </w:pPr>
    </w:p>
    <w:p w14:paraId="26B4ADDC" w14:textId="77777777" w:rsidR="00BD11B9" w:rsidRDefault="00BD11B9" w:rsidP="00BD11B9">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7C7E89F0" w14:textId="77777777" w:rsidR="00BD11B9" w:rsidRPr="000855FF" w:rsidRDefault="00BD11B9" w:rsidP="00BD11B9">
      <w:pPr>
        <w:pStyle w:val="Akapitzlist"/>
        <w:spacing w:before="120" w:line="276" w:lineRule="auto"/>
        <w:ind w:left="284"/>
        <w:jc w:val="both"/>
        <w:outlineLvl w:val="0"/>
        <w:rPr>
          <w:rFonts w:cstheme="minorHAnsi"/>
          <w:b/>
          <w:sz w:val="16"/>
        </w:rPr>
      </w:pPr>
    </w:p>
    <w:p w14:paraId="1D7EC529" w14:textId="7E05F96D" w:rsidR="00BD11B9" w:rsidRDefault="00BD11B9" w:rsidP="00BD11B9">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Pr="00631781">
        <w:rPr>
          <w:rFonts w:cstheme="minorHAnsi"/>
          <w:b/>
          <w:lang w:eastAsia="pl-PL"/>
        </w:rPr>
        <w:t>0</w:t>
      </w:r>
      <w:r w:rsidR="000126CD">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833317" w:rsidRPr="001C4C4B">
        <w:rPr>
          <w:rFonts w:cstheme="minorHAnsi"/>
          <w:b/>
          <w:noProof/>
          <w:lang w:eastAsia="pl-PL"/>
        </w:rPr>
        <w:t>233</w:t>
      </w:r>
      <w:r w:rsidRPr="00631781">
        <w:rPr>
          <w:rFonts w:cstheme="minorHAnsi"/>
          <w:b/>
          <w:lang w:eastAsia="pl-PL"/>
        </w:rPr>
        <w:fldChar w:fldCharType="end"/>
      </w:r>
      <w:r w:rsidRPr="00631781">
        <w:rPr>
          <w:rFonts w:cstheme="minorHAnsi"/>
          <w:b/>
          <w:lang w:eastAsia="pl-PL"/>
        </w:rPr>
        <w:t>/202</w:t>
      </w:r>
      <w:r w:rsidR="000126CD">
        <w:rPr>
          <w:rFonts w:cstheme="minorHAnsi"/>
          <w:b/>
          <w:lang w:eastAsia="pl-PL"/>
        </w:rPr>
        <w:t>6</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00833317">
        <w:rPr>
          <w:rFonts w:cstheme="minorHAnsi"/>
          <w:b/>
          <w:lang w:eastAsia="pl-PL"/>
        </w:rPr>
        <w:fldChar w:fldCharType="separate"/>
      </w:r>
      <w:r w:rsidR="00833317" w:rsidRPr="001C4C4B">
        <w:rPr>
          <w:rFonts w:cstheme="minorHAnsi"/>
          <w:b/>
          <w:noProof/>
          <w:lang w:eastAsia="pl-PL"/>
        </w:rPr>
        <w:t>Przeizolowanie linii nN - Wykonanie robót budowlano-montażowych w zakresie wymiany przewodów linii nN-0,4kV wraz z przyłączami na pełnoizolowane typu AsXSn na terenie działalności PGE Dystrybucja S.A. Oddział Warszawa Rejon Energetyczny Ostrołęka- Etap 1.</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235E6ADF" w14:textId="77777777" w:rsidR="00BD11B9" w:rsidRDefault="00BD11B9" w:rsidP="00BD11B9">
      <w:pPr>
        <w:widowControl w:val="0"/>
        <w:snapToGrid w:val="0"/>
        <w:ind w:left="170" w:right="170"/>
        <w:jc w:val="both"/>
        <w:rPr>
          <w:rFonts w:cstheme="minorHAnsi"/>
          <w:lang w:eastAsia="pl-PL"/>
        </w:rPr>
      </w:pPr>
    </w:p>
    <w:p w14:paraId="7836B098" w14:textId="77777777" w:rsidR="00BD11B9" w:rsidRDefault="00BD11B9" w:rsidP="00BD11B9">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6521B146" w14:textId="77777777" w:rsidR="00BD11B9" w:rsidRPr="000855FF" w:rsidRDefault="00BD11B9" w:rsidP="00BD11B9">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BD11B9" w:rsidRPr="000855FF" w14:paraId="7F5DE9B9" w14:textId="77777777" w:rsidTr="00C024EF">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89AC696" w14:textId="77777777" w:rsidR="00BD11B9" w:rsidRPr="002F4B1B" w:rsidRDefault="00BD11B9" w:rsidP="00C024EF">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C14182"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FAE9F9" w14:textId="77777777" w:rsidR="00BD11B9" w:rsidRPr="002F4B1B" w:rsidRDefault="00BD11B9" w:rsidP="00C024EF">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8EED5D0"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2D8D7D08"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8026809" w14:textId="77777777" w:rsidR="00BD11B9" w:rsidRPr="002F4B1B" w:rsidRDefault="00BD11B9" w:rsidP="00C024EF">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BD11B9" w:rsidRPr="000855FF" w14:paraId="61BB3A6E" w14:textId="77777777" w:rsidTr="00C024EF">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0DC50D9"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2F166B60"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A2213D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8603AB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7EB9FC0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006D8E2"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40290C69" w14:textId="77777777" w:rsidTr="00C024EF">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66BD701D"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C8306C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9A84FB2"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906311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D96EA0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19C9C68"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0271510E" w14:textId="77777777" w:rsidTr="00C024EF">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01CDEEB1"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544AA7E8"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F18648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5D6239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320B57F"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8DF8801"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535C52B7" w14:textId="77777777" w:rsidTr="00C024EF">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503F2C86"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229BF17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38C2CF7"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3A5D06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B39D77D"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50CB3DA"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676992D7" w14:textId="77777777" w:rsidTr="00C024EF">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17DE09E1"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2DB69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0C254A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A36ABC3"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E6845E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14ECF0B" w14:textId="77777777" w:rsidR="00BD11B9" w:rsidRPr="000855FF" w:rsidRDefault="00BD11B9" w:rsidP="00C024EF">
            <w:pPr>
              <w:widowControl w:val="0"/>
              <w:snapToGrid w:val="0"/>
              <w:spacing w:line="300" w:lineRule="auto"/>
              <w:ind w:right="170"/>
              <w:jc w:val="both"/>
              <w:rPr>
                <w:rFonts w:cstheme="minorHAnsi"/>
                <w:b/>
                <w:lang w:eastAsia="pl-PL"/>
              </w:rPr>
            </w:pPr>
          </w:p>
        </w:tc>
      </w:tr>
    </w:tbl>
    <w:p w14:paraId="583324A3" w14:textId="77777777" w:rsidR="00BD11B9" w:rsidRPr="000855FF" w:rsidRDefault="00BD11B9" w:rsidP="00BD11B9">
      <w:pPr>
        <w:widowControl w:val="0"/>
        <w:snapToGrid w:val="0"/>
        <w:ind w:left="170" w:right="170"/>
        <w:jc w:val="both"/>
        <w:rPr>
          <w:rFonts w:cstheme="minorHAnsi"/>
          <w:lang w:eastAsia="pl-PL"/>
        </w:rPr>
      </w:pPr>
    </w:p>
    <w:p w14:paraId="3D115596" w14:textId="77777777" w:rsidR="00BD11B9" w:rsidRDefault="00BD11B9" w:rsidP="00BD11B9">
      <w:pPr>
        <w:pStyle w:val="Akapitzlist"/>
        <w:spacing w:before="120" w:line="276" w:lineRule="auto"/>
        <w:ind w:left="284"/>
        <w:jc w:val="center"/>
        <w:outlineLvl w:val="0"/>
        <w:rPr>
          <w:rFonts w:cstheme="minorHAnsi"/>
          <w:sz w:val="16"/>
          <w:szCs w:val="16"/>
        </w:rPr>
      </w:pPr>
    </w:p>
    <w:p w14:paraId="5D0D2332" w14:textId="77777777" w:rsidR="00BD11B9" w:rsidRDefault="00BD11B9" w:rsidP="00BD11B9">
      <w:pPr>
        <w:pStyle w:val="Akapitzlist"/>
        <w:spacing w:before="120" w:line="276" w:lineRule="auto"/>
        <w:ind w:left="284"/>
        <w:jc w:val="center"/>
        <w:outlineLvl w:val="0"/>
        <w:rPr>
          <w:rFonts w:cstheme="minorHAnsi"/>
          <w:sz w:val="16"/>
          <w:szCs w:val="16"/>
        </w:rPr>
      </w:pPr>
    </w:p>
    <w:p w14:paraId="5C0C2ED9" w14:textId="77777777" w:rsidR="00BD11B9" w:rsidRDefault="00BD11B9" w:rsidP="00BD11B9">
      <w:pPr>
        <w:spacing w:line="240" w:lineRule="exact"/>
        <w:ind w:left="4690" w:right="-993" w:firstLine="708"/>
        <w:rPr>
          <w:rFonts w:cstheme="minorHAnsi"/>
          <w:sz w:val="16"/>
          <w:szCs w:val="16"/>
        </w:rPr>
      </w:pPr>
      <w:r>
        <w:rPr>
          <w:rFonts w:cstheme="minorHAnsi"/>
          <w:sz w:val="16"/>
          <w:szCs w:val="16"/>
        </w:rPr>
        <w:t>..........................................................................</w:t>
      </w:r>
    </w:p>
    <w:p w14:paraId="5A6E1412" w14:textId="77777777" w:rsidR="00BD11B9" w:rsidRDefault="00BD11B9" w:rsidP="00BD11B9">
      <w:pPr>
        <w:ind w:left="5398" w:right="68" w:hanging="153"/>
        <w:jc w:val="center"/>
        <w:rPr>
          <w:rFonts w:cstheme="minorHAnsi"/>
          <w:i/>
          <w:sz w:val="16"/>
          <w:szCs w:val="16"/>
        </w:rPr>
      </w:pPr>
      <w:r>
        <w:rPr>
          <w:rFonts w:cstheme="minorHAnsi"/>
          <w:i/>
          <w:sz w:val="16"/>
          <w:szCs w:val="16"/>
        </w:rPr>
        <w:t>Data i podpisy osób uprawnionych do składania</w:t>
      </w:r>
    </w:p>
    <w:p w14:paraId="4C04DD31" w14:textId="77777777" w:rsidR="00BD11B9" w:rsidRPr="000855FF" w:rsidRDefault="00BD11B9" w:rsidP="00BD11B9">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71A674CB" w14:textId="77777777" w:rsidR="00BD11B9" w:rsidRPr="00A62B4C" w:rsidRDefault="00BD11B9" w:rsidP="00BD11B9">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19DB8157" w14:textId="2C1013D2" w:rsidR="00BD11B9" w:rsidRDefault="00BD11B9" w:rsidP="00BD11B9">
      <w:pPr>
        <w:rPr>
          <w:rFonts w:ascii="Verdana" w:eastAsia="Verdana" w:hAnsi="Verdana" w:cs="Times New Roman"/>
        </w:rPr>
      </w:pPr>
    </w:p>
    <w:p w14:paraId="7FD52711" w14:textId="75370881" w:rsidR="00BD11B9" w:rsidRDefault="00BD11B9" w:rsidP="00BD11B9">
      <w:pPr>
        <w:rPr>
          <w:rFonts w:ascii="Verdana" w:eastAsia="Verdana" w:hAnsi="Verdana" w:cs="Times New Roman"/>
        </w:rPr>
      </w:pPr>
    </w:p>
    <w:p w14:paraId="5B4E3772" w14:textId="11CEBB42" w:rsidR="00BD11B9" w:rsidRDefault="00BD11B9" w:rsidP="00BD11B9">
      <w:pPr>
        <w:rPr>
          <w:rFonts w:ascii="Verdana" w:eastAsia="Verdana" w:hAnsi="Verdana" w:cs="Times New Roman"/>
        </w:rPr>
      </w:pPr>
    </w:p>
    <w:p w14:paraId="42F28CBF" w14:textId="29E184E1" w:rsidR="00BD11B9" w:rsidRDefault="00BD11B9" w:rsidP="00BD11B9">
      <w:pPr>
        <w:rPr>
          <w:rFonts w:ascii="Verdana" w:eastAsia="Verdana" w:hAnsi="Verdana" w:cs="Times New Roman"/>
        </w:rPr>
      </w:pPr>
    </w:p>
    <w:p w14:paraId="4BB364AF" w14:textId="5E170E0D" w:rsidR="00BD11B9" w:rsidRDefault="00BD11B9" w:rsidP="00BD11B9">
      <w:pPr>
        <w:rPr>
          <w:rFonts w:ascii="Verdana" w:eastAsia="Verdana" w:hAnsi="Verdana" w:cs="Times New Roman"/>
        </w:rPr>
      </w:pPr>
    </w:p>
    <w:p w14:paraId="679C07C8" w14:textId="77777777" w:rsidR="00BD11B9" w:rsidRPr="00A62B4C" w:rsidRDefault="00BD11B9" w:rsidP="00BD11B9">
      <w:pPr>
        <w:rPr>
          <w:rFonts w:ascii="Verdana" w:eastAsia="Verdana" w:hAnsi="Verdana" w:cs="Times New Roman"/>
        </w:rPr>
      </w:pPr>
    </w:p>
    <w:p w14:paraId="0B167DF2" w14:textId="77777777" w:rsidR="00B13CEB" w:rsidRDefault="00B13CEB" w:rsidP="00BD11B9">
      <w:pPr>
        <w:jc w:val="right"/>
        <w:rPr>
          <w:rFonts w:ascii="Verdana" w:eastAsia="Verdana" w:hAnsi="Verdana" w:cs="Times New Roman"/>
          <w:b/>
        </w:rPr>
      </w:pPr>
    </w:p>
    <w:p w14:paraId="51C2F689" w14:textId="77777777" w:rsidR="00B13CEB" w:rsidRDefault="00B13CEB" w:rsidP="00BD11B9">
      <w:pPr>
        <w:jc w:val="right"/>
        <w:rPr>
          <w:rFonts w:ascii="Verdana" w:eastAsia="Verdana" w:hAnsi="Verdana" w:cs="Times New Roman"/>
          <w:b/>
        </w:rPr>
      </w:pPr>
    </w:p>
    <w:p w14:paraId="0673770A" w14:textId="78EA5B71" w:rsidR="00BD11B9" w:rsidRDefault="00BD11B9" w:rsidP="00BD11B9">
      <w:pPr>
        <w:jc w:val="right"/>
        <w:rPr>
          <w:rFonts w:ascii="Verdana" w:eastAsia="Verdana" w:hAnsi="Verdana" w:cs="Times New Roman"/>
          <w:b/>
        </w:rPr>
      </w:pPr>
      <w:r w:rsidRPr="006F7CF2">
        <w:rPr>
          <w:rFonts w:ascii="Verdana" w:eastAsia="Verdana" w:hAnsi="Verdana" w:cs="Times New Roman"/>
          <w:b/>
        </w:rPr>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Pr="001E7FD1">
        <w:rPr>
          <w:rFonts w:ascii="Verdana" w:eastAsia="Verdana" w:hAnsi="Verdana" w:cs="Times New Roman"/>
          <w:b/>
        </w:rPr>
        <w:t>OŚWIADCZENIE O ZACHOWANIU POUFNOŚCI</w:t>
      </w:r>
    </w:p>
    <w:p w14:paraId="16AA6592" w14:textId="77777777" w:rsidR="00BD11B9" w:rsidRDefault="00BD11B9" w:rsidP="00BD11B9">
      <w:pPr>
        <w:jc w:val="right"/>
        <w:rPr>
          <w:rFonts w:ascii="Verdana" w:eastAsia="Verdana" w:hAnsi="Verdana" w:cs="Times New Roman"/>
          <w:b/>
        </w:rPr>
      </w:pPr>
    </w:p>
    <w:p w14:paraId="22074897"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BD11B9" w:rsidRPr="006B56FD" w14:paraId="75128BB5" w14:textId="77777777" w:rsidTr="00C024EF">
        <w:trPr>
          <w:trHeight w:val="1820"/>
        </w:trPr>
        <w:tc>
          <w:tcPr>
            <w:tcW w:w="4248" w:type="dxa"/>
            <w:tcBorders>
              <w:right w:val="single" w:sz="4" w:space="0" w:color="auto"/>
            </w:tcBorders>
          </w:tcPr>
          <w:p w14:paraId="0C788553"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69F8B09" w14:textId="77777777" w:rsidR="00BD11B9" w:rsidRDefault="00BD11B9" w:rsidP="00C024EF">
            <w:pPr>
              <w:ind w:right="28"/>
              <w:rPr>
                <w:rFonts w:asciiTheme="minorHAnsi" w:hAnsiTheme="minorHAnsi" w:cstheme="minorHAnsi"/>
              </w:rPr>
            </w:pPr>
          </w:p>
          <w:p w14:paraId="31A58F7E" w14:textId="77777777" w:rsidR="00BD11B9" w:rsidRPr="006B56FD" w:rsidRDefault="00BD11B9" w:rsidP="00C024EF">
            <w:pPr>
              <w:ind w:right="28"/>
              <w:rPr>
                <w:rFonts w:asciiTheme="minorHAnsi" w:hAnsiTheme="minorHAnsi" w:cstheme="minorHAnsi"/>
              </w:rPr>
            </w:pPr>
          </w:p>
          <w:p w14:paraId="377EA998"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113CF760"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6AEAD877"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4E7F4F15" w14:textId="77777777" w:rsidR="00BD11B9" w:rsidRPr="006B56FD" w:rsidRDefault="00BD11B9" w:rsidP="00C024EF">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0509AA3B"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5ED4457D"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07AC51F"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0E901A4" w14:textId="77777777" w:rsidR="00BD11B9" w:rsidRPr="002040C7" w:rsidRDefault="00BD11B9" w:rsidP="00C024EF">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15F0C014"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50058E64" w14:textId="77777777" w:rsidR="00BD11B9" w:rsidRPr="002040C7" w:rsidRDefault="00BD11B9" w:rsidP="00C024EF">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003464FA" w14:textId="77777777" w:rsidR="00BD11B9" w:rsidRPr="006B56FD" w:rsidRDefault="00BD11B9" w:rsidP="00C024EF">
            <w:pPr>
              <w:spacing w:line="360" w:lineRule="auto"/>
              <w:jc w:val="center"/>
              <w:rPr>
                <w:rFonts w:asciiTheme="minorHAnsi" w:eastAsiaTheme="majorEastAsia" w:hAnsiTheme="minorHAnsi" w:cstheme="minorHAnsi"/>
                <w:i/>
                <w:iCs/>
              </w:rPr>
            </w:pPr>
          </w:p>
        </w:tc>
      </w:tr>
    </w:tbl>
    <w:p w14:paraId="63868422" w14:textId="77777777" w:rsidR="00BD11B9" w:rsidRDefault="00BD11B9" w:rsidP="00BD11B9">
      <w:pPr>
        <w:rPr>
          <w:rFonts w:ascii="Verdana" w:eastAsia="Verdana" w:hAnsi="Verdana" w:cs="Times New Roman"/>
          <w:b/>
        </w:rPr>
      </w:pPr>
    </w:p>
    <w:p w14:paraId="3A87EB70" w14:textId="77777777" w:rsidR="00BD11B9" w:rsidRPr="00A62B4C" w:rsidRDefault="00BD11B9" w:rsidP="00BD11B9">
      <w:pPr>
        <w:rPr>
          <w:rFonts w:ascii="Verdana" w:eastAsia="Verdana" w:hAnsi="Verdana" w:cs="Times New Roman"/>
        </w:rPr>
      </w:pPr>
    </w:p>
    <w:p w14:paraId="0B5FEE6C" w14:textId="77777777" w:rsidR="00BD11B9" w:rsidRDefault="00BD11B9" w:rsidP="00BD11B9">
      <w:pPr>
        <w:jc w:val="center"/>
        <w:rPr>
          <w:rFonts w:cstheme="minorHAnsi"/>
          <w:b/>
          <w:szCs w:val="18"/>
        </w:rPr>
      </w:pPr>
      <w:r w:rsidRPr="001E7FD1">
        <w:rPr>
          <w:rFonts w:cstheme="minorHAnsi"/>
          <w:b/>
          <w:szCs w:val="18"/>
        </w:rPr>
        <w:t>OŚWIADCZENIE O ZACHOWANIU POUFNOŚCI</w:t>
      </w:r>
      <w:r>
        <w:rPr>
          <w:rFonts w:cstheme="minorHAnsi"/>
          <w:b/>
          <w:szCs w:val="18"/>
        </w:rPr>
        <w:t xml:space="preserve">  </w:t>
      </w:r>
    </w:p>
    <w:p w14:paraId="7A4A6AB1" w14:textId="77777777" w:rsidR="00BD11B9" w:rsidRDefault="00BD11B9" w:rsidP="00BD11B9">
      <w:pPr>
        <w:rPr>
          <w:rFonts w:eastAsia="Calibri" w:cstheme="minorHAnsi"/>
          <w:sz w:val="20"/>
          <w:lang w:eastAsia="pl-PL"/>
        </w:rPr>
      </w:pPr>
    </w:p>
    <w:p w14:paraId="13EBF0C1" w14:textId="62B83F26" w:rsidR="00BD11B9" w:rsidRPr="00E14432" w:rsidRDefault="00BD11B9" w:rsidP="00BD11B9">
      <w:pPr>
        <w:rPr>
          <w:rFonts w:eastAsia="Calibri" w:cstheme="minorHAnsi"/>
          <w:b/>
          <w:i/>
          <w:sz w:val="20"/>
          <w:lang w:eastAsia="pl-PL"/>
        </w:rPr>
      </w:pPr>
      <w:r w:rsidRPr="009C2468">
        <w:rPr>
          <w:rFonts w:eastAsia="Calibri" w:cstheme="minorHAnsi"/>
          <w:sz w:val="20"/>
          <w:lang w:eastAsia="pl-PL"/>
        </w:rPr>
        <w:t xml:space="preserve">Dotyczy postępowania </w:t>
      </w:r>
      <w:r>
        <w:rPr>
          <w:rFonts w:eastAsia="Calibri" w:cstheme="minorHAnsi"/>
          <w:sz w:val="20"/>
          <w:lang w:eastAsia="pl-PL"/>
        </w:rPr>
        <w:t>zakupowego</w:t>
      </w:r>
      <w:r w:rsidRPr="009C2468">
        <w:rPr>
          <w:rFonts w:eastAsia="Calibri" w:cstheme="minorHAnsi"/>
          <w:sz w:val="20"/>
          <w:lang w:eastAsia="pl-PL"/>
        </w:rPr>
        <w:t xml:space="preserve"> </w:t>
      </w:r>
      <w:r>
        <w:rPr>
          <w:rFonts w:eastAsia="Calibri" w:cstheme="minorHAnsi"/>
          <w:sz w:val="20"/>
          <w:lang w:eastAsia="pl-PL"/>
        </w:rPr>
        <w:t xml:space="preserve">nr </w:t>
      </w:r>
      <w:r w:rsidRPr="00A13B19">
        <w:rPr>
          <w:rFonts w:eastAsia="Calibri" w:cstheme="minorHAnsi"/>
          <w:b/>
          <w:sz w:val="20"/>
          <w:lang w:eastAsia="pl-PL"/>
        </w:rPr>
        <w:t>POST/DYS/OW/GZ/</w:t>
      </w:r>
      <w:r w:rsidR="000126CD">
        <w:rPr>
          <w:rFonts w:eastAsia="Calibri" w:cstheme="minorHAnsi"/>
          <w:b/>
          <w:sz w:val="20"/>
          <w:lang w:eastAsia="pl-PL"/>
        </w:rPr>
        <w:t>00</w:t>
      </w:r>
      <w:r>
        <w:rPr>
          <w:rFonts w:cstheme="minorHAnsi"/>
          <w:b/>
          <w:sz w:val="20"/>
        </w:rPr>
        <w:fldChar w:fldCharType="begin"/>
      </w:r>
      <w:r>
        <w:rPr>
          <w:rFonts w:cstheme="minorHAnsi"/>
          <w:b/>
          <w:sz w:val="20"/>
        </w:rPr>
        <w:instrText xml:space="preserve"> MERGEFIELD nr_postepowania </w:instrText>
      </w:r>
      <w:r>
        <w:rPr>
          <w:rFonts w:cstheme="minorHAnsi"/>
          <w:b/>
          <w:sz w:val="20"/>
        </w:rPr>
        <w:fldChar w:fldCharType="separate"/>
      </w:r>
      <w:r w:rsidR="00833317" w:rsidRPr="001C4C4B">
        <w:rPr>
          <w:rFonts w:cstheme="minorHAnsi"/>
          <w:b/>
          <w:noProof/>
          <w:sz w:val="20"/>
        </w:rPr>
        <w:t>233</w:t>
      </w:r>
      <w:r>
        <w:rPr>
          <w:rFonts w:cstheme="minorHAnsi"/>
          <w:b/>
          <w:sz w:val="20"/>
        </w:rPr>
        <w:fldChar w:fldCharType="end"/>
      </w:r>
      <w:r>
        <w:rPr>
          <w:rFonts w:cstheme="minorHAnsi"/>
          <w:b/>
          <w:sz w:val="20"/>
        </w:rPr>
        <w:t>/202</w:t>
      </w:r>
      <w:r w:rsidR="000126CD">
        <w:rPr>
          <w:rFonts w:cstheme="minorHAnsi"/>
          <w:b/>
          <w:sz w:val="20"/>
        </w:rPr>
        <w:t>6</w:t>
      </w:r>
      <w:r>
        <w:rPr>
          <w:rFonts w:cstheme="minorHAnsi"/>
          <w:b/>
          <w:sz w:val="20"/>
        </w:rPr>
        <w:t xml:space="preserve"> </w:t>
      </w:r>
      <w:r w:rsidRPr="009C2468">
        <w:rPr>
          <w:rFonts w:eastAsia="Calibri" w:cstheme="minorHAnsi"/>
          <w:sz w:val="20"/>
          <w:lang w:eastAsia="pl-PL"/>
        </w:rPr>
        <w:t xml:space="preserve">prowadzonego w trybie </w:t>
      </w:r>
      <w:r>
        <w:rPr>
          <w:rFonts w:eastAsia="Calibri" w:cstheme="minorHAnsi"/>
          <w:sz w:val="20"/>
          <w:lang w:eastAsia="pl-PL"/>
        </w:rPr>
        <w:t>przetargu nieograniczonego</w:t>
      </w:r>
      <w:r w:rsidRPr="009C2468">
        <w:rPr>
          <w:rFonts w:eastAsia="Calibri" w:cstheme="minorHAnsi"/>
          <w:sz w:val="20"/>
          <w:lang w:eastAsia="pl-PL"/>
        </w:rPr>
        <w:t xml:space="preserve"> pn.</w:t>
      </w:r>
      <w:r>
        <w:rPr>
          <w:rFonts w:eastAsia="Calibri" w:cstheme="minorHAnsi"/>
          <w:sz w:val="20"/>
          <w:lang w:eastAsia="pl-PL"/>
        </w:rPr>
        <w:t xml:space="preserve">: </w:t>
      </w:r>
      <w:r>
        <w:rPr>
          <w:rFonts w:eastAsia="Calibri" w:cstheme="minorHAnsi"/>
          <w:b/>
          <w:i/>
          <w:sz w:val="20"/>
          <w:lang w:eastAsia="pl-PL"/>
        </w:rPr>
        <w:fldChar w:fldCharType="begin"/>
      </w:r>
      <w:r>
        <w:rPr>
          <w:rFonts w:eastAsia="Calibri" w:cstheme="minorHAnsi"/>
          <w:b/>
          <w:i/>
          <w:sz w:val="20"/>
          <w:lang w:eastAsia="pl-PL"/>
        </w:rPr>
        <w:instrText xml:space="preserve"> MERGEFIELD nazwa_post </w:instrText>
      </w:r>
      <w:r w:rsidR="00833317">
        <w:rPr>
          <w:rFonts w:eastAsia="Calibri" w:cstheme="minorHAnsi"/>
          <w:b/>
          <w:i/>
          <w:sz w:val="20"/>
          <w:lang w:eastAsia="pl-PL"/>
        </w:rPr>
        <w:fldChar w:fldCharType="separate"/>
      </w:r>
      <w:r w:rsidR="00833317" w:rsidRPr="001C4C4B">
        <w:rPr>
          <w:rFonts w:eastAsia="Calibri" w:cstheme="minorHAnsi"/>
          <w:b/>
          <w:i/>
          <w:noProof/>
          <w:sz w:val="20"/>
          <w:lang w:eastAsia="pl-PL"/>
        </w:rPr>
        <w:t>Przeizolowanie linii nN - Wykonanie robót budowlano-montażowych w zakresie wymiany przewodów linii nN-0,4kV wraz z przyłączami na pełnoizolowane typu AsXSn na terenie działalności PGE Dystrybucja S.A. Oddział Warszawa Rejon Energetyczny Ostrołęka- Etap 1.</w:t>
      </w:r>
      <w:r>
        <w:rPr>
          <w:rFonts w:eastAsia="Calibri" w:cstheme="minorHAnsi"/>
          <w:b/>
          <w:i/>
          <w:sz w:val="20"/>
          <w:lang w:eastAsia="pl-PL"/>
        </w:rPr>
        <w:fldChar w:fldCharType="end"/>
      </w:r>
    </w:p>
    <w:p w14:paraId="5D7FD7AE" w14:textId="77777777" w:rsidR="00BD11B9" w:rsidRPr="00B67D39" w:rsidRDefault="00BD11B9" w:rsidP="00BD11B9">
      <w:pPr>
        <w:jc w:val="center"/>
        <w:rPr>
          <w:rFonts w:eastAsia="Verdana" w:cs="Times New Roman"/>
          <w:szCs w:val="18"/>
        </w:rPr>
      </w:pPr>
    </w:p>
    <w:p w14:paraId="0C821790" w14:textId="77777777" w:rsidR="00BD11B9" w:rsidRPr="009C2468" w:rsidRDefault="00BD11B9" w:rsidP="00BD11B9">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5CEB19F"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15811773"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146D65D4"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3E841B1" w14:textId="77777777" w:rsidR="00BD11B9" w:rsidRPr="009C2468" w:rsidRDefault="00BD11B9" w:rsidP="00AB3D40">
      <w:pPr>
        <w:numPr>
          <w:ilvl w:val="1"/>
          <w:numId w:val="32"/>
        </w:numPr>
        <w:autoSpaceDE w:val="0"/>
        <w:autoSpaceDN w:val="0"/>
        <w:adjustRightInd w:val="0"/>
        <w:spacing w:before="120" w:after="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402D0EAC" w14:textId="77777777" w:rsidR="00BD11B9" w:rsidRPr="009C2468" w:rsidRDefault="00BD11B9" w:rsidP="00BD11B9">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1B98C17E" w14:textId="77777777" w:rsidR="00BD11B9" w:rsidRPr="009C2468"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4E43AC8E" w14:textId="77777777" w:rsidR="00BD11B9" w:rsidRPr="007B5C8C"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eastAsia="Calibri" w:cstheme="minorHAnsi"/>
          <w:sz w:val="20"/>
        </w:rPr>
        <w:t>.).</w:t>
      </w:r>
    </w:p>
    <w:p w14:paraId="153F9CC1" w14:textId="77777777" w:rsidR="00BD11B9" w:rsidRPr="006F7CF2" w:rsidRDefault="00BD11B9" w:rsidP="00BD11B9">
      <w:pPr>
        <w:jc w:val="both"/>
        <w:rPr>
          <w:rFonts w:cstheme="minorHAnsi"/>
          <w:szCs w:val="18"/>
        </w:rPr>
      </w:pPr>
    </w:p>
    <w:p w14:paraId="446D516F" w14:textId="77777777" w:rsidR="00BD11B9" w:rsidRDefault="00BD11B9" w:rsidP="00BD11B9">
      <w:pPr>
        <w:rPr>
          <w:rFonts w:cstheme="minorHAnsi"/>
        </w:rPr>
      </w:pPr>
    </w:p>
    <w:p w14:paraId="30D9E771"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290A4E8" w14:textId="77777777" w:rsidR="00BD11B9" w:rsidRPr="001E7FD1" w:rsidRDefault="00BD11B9" w:rsidP="00BD11B9">
      <w:pPr>
        <w:ind w:left="5398" w:right="68" w:hanging="153"/>
        <w:jc w:val="center"/>
        <w:rPr>
          <w:rFonts w:cstheme="minorHAnsi"/>
          <w:i/>
          <w:sz w:val="16"/>
          <w:szCs w:val="16"/>
        </w:rPr>
      </w:pPr>
      <w:r w:rsidRPr="001E7FD1">
        <w:rPr>
          <w:rFonts w:cstheme="minorHAnsi"/>
          <w:i/>
          <w:sz w:val="16"/>
          <w:szCs w:val="16"/>
        </w:rPr>
        <w:t>Data i podpis osoby/osób umocowanej(ych) do złożenia podpisu w imieniu Podmiotu udostępniającego zasoby</w:t>
      </w:r>
    </w:p>
    <w:p w14:paraId="16CE902C" w14:textId="77777777" w:rsidR="00B13CEB" w:rsidRDefault="00B13CEB" w:rsidP="00BD11B9">
      <w:pPr>
        <w:jc w:val="right"/>
        <w:rPr>
          <w:rFonts w:ascii="Verdana" w:eastAsia="Verdana" w:hAnsi="Verdana" w:cs="Times New Roman"/>
          <w:b/>
        </w:rPr>
      </w:pPr>
    </w:p>
    <w:p w14:paraId="2ABB61C2" w14:textId="77777777" w:rsidR="00B13CEB" w:rsidRDefault="00B13CEB" w:rsidP="00BD11B9">
      <w:pPr>
        <w:jc w:val="right"/>
        <w:rPr>
          <w:rFonts w:ascii="Verdana" w:eastAsia="Verdana" w:hAnsi="Verdana" w:cs="Times New Roman"/>
          <w:b/>
        </w:rPr>
      </w:pPr>
    </w:p>
    <w:p w14:paraId="74DE5CAE" w14:textId="77777777" w:rsidR="00B13CEB" w:rsidRDefault="00B13CEB" w:rsidP="00BD11B9">
      <w:pPr>
        <w:jc w:val="right"/>
        <w:rPr>
          <w:rFonts w:ascii="Verdana" w:eastAsia="Verdana" w:hAnsi="Verdana" w:cs="Times New Roman"/>
          <w:b/>
        </w:rPr>
      </w:pPr>
    </w:p>
    <w:p w14:paraId="5671CDF1" w14:textId="77777777" w:rsidR="00B13CEB" w:rsidRDefault="00B13CEB" w:rsidP="00BD11B9">
      <w:pPr>
        <w:jc w:val="right"/>
        <w:rPr>
          <w:rFonts w:ascii="Verdana" w:eastAsia="Verdana" w:hAnsi="Verdana" w:cs="Times New Roman"/>
          <w:b/>
        </w:rPr>
      </w:pPr>
    </w:p>
    <w:p w14:paraId="366BD06E" w14:textId="119684D0" w:rsidR="00BD11B9" w:rsidRPr="00535E9B" w:rsidRDefault="00BD11B9" w:rsidP="00BD11B9">
      <w:pPr>
        <w:jc w:val="right"/>
        <w:rPr>
          <w:rFonts w:ascii="Verdana" w:eastAsia="Verdana" w:hAnsi="Verdana" w:cs="Times New Roman"/>
          <w:b/>
        </w:rPr>
      </w:pPr>
      <w:r w:rsidRPr="00381365">
        <w:rPr>
          <w:rFonts w:ascii="Verdana" w:eastAsia="Verdana" w:hAnsi="Verdana" w:cs="Times New Roman"/>
          <w:b/>
        </w:rPr>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6127D829" w14:textId="77777777" w:rsidR="00BD11B9" w:rsidRDefault="00BD11B9" w:rsidP="00BD11B9">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BD11B9" w:rsidRPr="003C16EE" w14:paraId="488F7208" w14:textId="77777777" w:rsidTr="00C024EF">
        <w:trPr>
          <w:trHeight w:val="1820"/>
          <w:jc w:val="center"/>
        </w:trPr>
        <w:tc>
          <w:tcPr>
            <w:tcW w:w="3965" w:type="dxa"/>
            <w:tcBorders>
              <w:right w:val="single" w:sz="4" w:space="0" w:color="auto"/>
            </w:tcBorders>
          </w:tcPr>
          <w:p w14:paraId="509C92AE" w14:textId="77777777" w:rsidR="00BD11B9" w:rsidRPr="003C16EE" w:rsidRDefault="00BD11B9" w:rsidP="00C024EF">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21B40BBB" w14:textId="77777777" w:rsidR="00BD11B9" w:rsidRPr="003C16EE" w:rsidRDefault="00BD11B9" w:rsidP="00C024EF">
            <w:pPr>
              <w:ind w:right="28"/>
              <w:rPr>
                <w:rFonts w:asciiTheme="minorHAnsi" w:hAnsiTheme="minorHAnsi" w:cstheme="minorHAnsi"/>
              </w:rPr>
            </w:pPr>
          </w:p>
          <w:p w14:paraId="1332DBB4"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212348E8"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61B0AED1" w14:textId="77777777" w:rsidR="00BD11B9" w:rsidRPr="003C16EE" w:rsidRDefault="00BD11B9" w:rsidP="00C024EF">
            <w:pPr>
              <w:ind w:right="28"/>
              <w:jc w:val="center"/>
              <w:rPr>
                <w:rFonts w:asciiTheme="minorHAnsi" w:hAnsiTheme="minorHAnsi" w:cstheme="minorHAnsi"/>
                <w:i/>
              </w:rPr>
            </w:pPr>
            <w:r w:rsidRPr="003C16EE">
              <w:rPr>
                <w:rFonts w:asciiTheme="minorHAnsi" w:hAnsiTheme="minorHAnsi" w:cstheme="minorHAnsi"/>
                <w:i/>
              </w:rPr>
              <w:t>Nazwa i adres</w:t>
            </w:r>
          </w:p>
          <w:p w14:paraId="522F6D27" w14:textId="77777777" w:rsidR="00BD11B9" w:rsidRPr="003C16EE" w:rsidRDefault="00BD11B9" w:rsidP="00C024EF">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007B5A39" w14:textId="77777777" w:rsidR="00BD11B9" w:rsidRPr="003C16EE" w:rsidRDefault="00BD11B9" w:rsidP="00C024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740E326" w14:textId="77777777" w:rsidR="00BD11B9" w:rsidRPr="003C16EE" w:rsidRDefault="00BD11B9" w:rsidP="00C024EF">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2F56E340" w14:textId="77777777" w:rsidR="00BD11B9" w:rsidRPr="003C16EE" w:rsidRDefault="00BD11B9" w:rsidP="00C024EF">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3358E74E" w14:textId="77777777" w:rsidR="00BD11B9" w:rsidRPr="003C16EE"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74AE5D62" w14:textId="77777777" w:rsidR="00BD11B9" w:rsidRPr="004143F4"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60416A14" w14:textId="77777777" w:rsidR="00BD11B9" w:rsidRPr="003C16EE" w:rsidRDefault="00BD11B9" w:rsidP="00C024EF">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421684E8" w14:textId="77777777" w:rsidR="00BD11B9" w:rsidRPr="00A62B4C" w:rsidRDefault="00BD11B9" w:rsidP="00BD11B9">
      <w:pPr>
        <w:jc w:val="both"/>
        <w:rPr>
          <w:rFonts w:ascii="Verdana" w:eastAsia="Verdana" w:hAnsi="Verdana" w:cs="Times New Roman"/>
        </w:rPr>
      </w:pPr>
    </w:p>
    <w:p w14:paraId="74F5969D" w14:textId="77777777" w:rsidR="00BD11B9" w:rsidRPr="00381365" w:rsidRDefault="00BD11B9" w:rsidP="00BD11B9">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0C9FF92D" w14:textId="77777777" w:rsidR="00BD11B9" w:rsidRPr="00A62B4C" w:rsidRDefault="00BD11B9" w:rsidP="00BD11B9">
      <w:pPr>
        <w:jc w:val="both"/>
        <w:rPr>
          <w:rFonts w:ascii="Verdana" w:eastAsia="Verdana" w:hAnsi="Verdana" w:cs="Times New Roman"/>
        </w:rPr>
      </w:pPr>
    </w:p>
    <w:p w14:paraId="7026FBCD" w14:textId="2186406D" w:rsidR="00BD11B9" w:rsidRPr="00381365" w:rsidRDefault="00BD11B9" w:rsidP="00BD11B9">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w:t>
      </w:r>
      <w:r w:rsidR="00AB015E">
        <w:rPr>
          <w:rFonts w:cstheme="minorHAnsi"/>
          <w:b/>
          <w:lang w:eastAsia="pl-PL"/>
        </w:rPr>
        <w:t>0</w:t>
      </w:r>
      <w:r>
        <w:rPr>
          <w:rFonts w:cstheme="minorHAnsi"/>
          <w:b/>
          <w:lang w:eastAsia="pl-PL"/>
        </w:rPr>
        <w:t>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833317" w:rsidRPr="001C4C4B">
        <w:rPr>
          <w:rFonts w:cstheme="minorHAnsi"/>
          <w:b/>
          <w:noProof/>
          <w:lang w:eastAsia="pl-PL"/>
        </w:rPr>
        <w:t>233</w:t>
      </w:r>
      <w:r>
        <w:rPr>
          <w:rFonts w:cstheme="minorHAnsi"/>
          <w:b/>
          <w:lang w:eastAsia="pl-PL"/>
        </w:rPr>
        <w:fldChar w:fldCharType="end"/>
      </w:r>
      <w:r>
        <w:rPr>
          <w:rFonts w:cstheme="minorHAnsi"/>
          <w:b/>
          <w:lang w:eastAsia="pl-PL"/>
        </w:rPr>
        <w:t>/2025</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sidR="00833317">
        <w:rPr>
          <w:rFonts w:cstheme="minorHAnsi"/>
          <w:b/>
        </w:rPr>
        <w:fldChar w:fldCharType="separate"/>
      </w:r>
      <w:r w:rsidR="00833317" w:rsidRPr="001C4C4B">
        <w:rPr>
          <w:rFonts w:cstheme="minorHAnsi"/>
          <w:b/>
          <w:noProof/>
        </w:rPr>
        <w:t>Przeizolowanie linii nN - Wykonanie robót budowlano-montażowych w zakresie wymiany przewodów linii nN-0,4kV wraz z przyłączami na pełnoizolowane typu AsXSn na terenie działalności PGE Dystrybucja S.A. Oddział Warszawa Rejon Energetyczny Ostrołęka- Etap 1.</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2296DA1D" w14:textId="77777777" w:rsidR="00BD11B9" w:rsidRDefault="00BD11B9" w:rsidP="00BD11B9">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BD11B9" w:rsidRPr="00381365" w14:paraId="7F4E090E" w14:textId="77777777" w:rsidTr="00C024E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03A6115"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AB0E3D" w14:textId="77777777" w:rsidR="00BD11B9" w:rsidRPr="00381365" w:rsidRDefault="00BD11B9" w:rsidP="00C024EF">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BD11B9" w:rsidRPr="00381365" w14:paraId="3166AEC5" w14:textId="77777777" w:rsidTr="00C024E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FBE688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6BDDCD6"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6CCDE212"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05DB46B" w14:textId="77777777" w:rsidTr="00C024E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B4B9A80"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2E72FFA9" w14:textId="77777777" w:rsidR="00BD11B9" w:rsidRPr="00381365" w:rsidRDefault="00BD11B9" w:rsidP="00C024EF">
            <w:pPr>
              <w:rPr>
                <w:rFonts w:cstheme="minorHAnsi"/>
                <w:szCs w:val="18"/>
              </w:rPr>
            </w:pPr>
            <w:r w:rsidRPr="00381365">
              <w:rPr>
                <w:rFonts w:cstheme="minorHAnsi"/>
                <w:szCs w:val="18"/>
              </w:rPr>
              <w:t>Adres siedziby podmiotu przetwarzającego - prosimy o podanie adresu siedziby z CEIDG lub KRS:</w:t>
            </w:r>
          </w:p>
          <w:p w14:paraId="0CC6C41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266875B6" w14:textId="77777777" w:rsidTr="00C024E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5DF55B2"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E76BED" w14:textId="77777777" w:rsidR="00BD11B9" w:rsidRPr="00381365" w:rsidRDefault="00BD11B9" w:rsidP="00C024EF">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2429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1523D08" w14:textId="77777777" w:rsidTr="00C024E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078851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A9658C8" w14:textId="77777777" w:rsidR="00BD11B9" w:rsidRPr="00381365" w:rsidRDefault="00BD11B9" w:rsidP="00C024EF">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74D8EE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C26DCAF"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C346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0872F464" w14:textId="77777777" w:rsidR="00BD11B9" w:rsidRPr="00381365" w:rsidRDefault="00BD11B9" w:rsidP="00C024EF">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3D1650C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49C5E75"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ECE3FE"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2FF34684" w14:textId="77777777" w:rsidR="00BD11B9" w:rsidRPr="00381365" w:rsidRDefault="00BD11B9" w:rsidP="00C024EF">
            <w:pPr>
              <w:rPr>
                <w:rFonts w:cstheme="minorHAnsi"/>
                <w:szCs w:val="18"/>
              </w:rPr>
            </w:pPr>
            <w:r w:rsidRPr="00381365">
              <w:rPr>
                <w:rFonts w:cstheme="minorHAnsi"/>
                <w:szCs w:val="18"/>
              </w:rPr>
              <w:t>Czy podmiot przetwarzający opracował polityki/procedury w zakresie ochrony danych osobowych?*</w:t>
            </w:r>
          </w:p>
          <w:p w14:paraId="22E4F51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7BC99D51"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DE0912F"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B2E9A61" w14:textId="77777777" w:rsidR="00BD11B9" w:rsidRPr="00381365" w:rsidRDefault="00BD11B9" w:rsidP="00C024EF">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75E56110"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0CDBD67B"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A52C0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96EF45" w14:textId="77777777" w:rsidR="00BD11B9" w:rsidRPr="00381365" w:rsidRDefault="00BD11B9" w:rsidP="00C024EF">
            <w:pPr>
              <w:rPr>
                <w:rFonts w:cstheme="minorHAnsi"/>
                <w:szCs w:val="18"/>
              </w:rPr>
            </w:pPr>
            <w:r w:rsidRPr="00381365">
              <w:rPr>
                <w:rFonts w:cstheme="minorHAnsi"/>
                <w:szCs w:val="18"/>
              </w:rPr>
              <w:t>Czy pracownicy podmiotu zostali zobowiązani do zachowania poufności przetwarzanych danych osobowych?</w:t>
            </w:r>
          </w:p>
          <w:p w14:paraId="4866050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27A95D8"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BFE69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24FE8B72" w14:textId="77777777" w:rsidR="00BD11B9" w:rsidRPr="00381365" w:rsidRDefault="00BD11B9" w:rsidP="00C024EF">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43864A9" w14:textId="77777777" w:rsidR="00BD11B9" w:rsidRPr="00381365" w:rsidRDefault="00BD11B9" w:rsidP="00C024EF">
            <w:pPr>
              <w:rPr>
                <w:rFonts w:cstheme="minorHAnsi"/>
                <w:szCs w:val="18"/>
              </w:rPr>
            </w:pPr>
            <w:r w:rsidRPr="00381365">
              <w:rPr>
                <w:rFonts w:cstheme="minorHAnsi"/>
                <w:szCs w:val="18"/>
              </w:rPr>
              <w:lastRenderedPageBreak/>
              <w:t>...</w:t>
            </w:r>
          </w:p>
        </w:tc>
      </w:tr>
      <w:tr w:rsidR="00BD11B9" w:rsidRPr="00381365" w14:paraId="049E4F2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3D328E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6D510EA" w14:textId="77777777" w:rsidR="00BD11B9" w:rsidRPr="00381365" w:rsidRDefault="00BD11B9" w:rsidP="00C024EF">
            <w:pPr>
              <w:rPr>
                <w:rFonts w:cstheme="minorHAnsi"/>
                <w:szCs w:val="18"/>
              </w:rPr>
            </w:pPr>
            <w:r w:rsidRPr="00381365">
              <w:rPr>
                <w:rFonts w:cstheme="minorHAnsi"/>
                <w:szCs w:val="18"/>
              </w:rPr>
              <w:t>Czy podmiot przetwarzający korzysta wyłącznie z licencjonowanych programów/systemów teleinformatycznych?</w:t>
            </w:r>
          </w:p>
          <w:p w14:paraId="46F6C988"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7C78590"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4F88D3"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2E40D195" w14:textId="77777777" w:rsidR="00BD11B9" w:rsidRPr="00381365" w:rsidRDefault="00BD11B9" w:rsidP="00C024EF">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7B50D2F"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2E3F5E3"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5BB5B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7556DD22" w14:textId="77777777" w:rsidR="00BD11B9" w:rsidRPr="00381365" w:rsidRDefault="00BD11B9" w:rsidP="00C024EF">
            <w:pPr>
              <w:rPr>
                <w:rFonts w:cstheme="minorHAnsi"/>
                <w:szCs w:val="18"/>
              </w:rPr>
            </w:pPr>
            <w:r w:rsidRPr="00381365">
              <w:rPr>
                <w:rFonts w:cstheme="minorHAnsi"/>
                <w:szCs w:val="18"/>
              </w:rPr>
              <w:t xml:space="preserve">Czy podmiot przetwarzający tworzy kopie zapasowe dla systemów teleinformatycznych? </w:t>
            </w:r>
          </w:p>
          <w:p w14:paraId="206E4F46"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54DD9FA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5CEDE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E200BCB" w14:textId="77777777" w:rsidR="00BD11B9" w:rsidRPr="00381365" w:rsidRDefault="00BD11B9" w:rsidP="00C024EF">
            <w:pPr>
              <w:rPr>
                <w:rFonts w:cstheme="minorHAnsi"/>
                <w:szCs w:val="18"/>
              </w:rPr>
            </w:pPr>
            <w:r w:rsidRPr="00381365">
              <w:rPr>
                <w:rFonts w:cstheme="minorHAnsi"/>
                <w:szCs w:val="18"/>
              </w:rPr>
              <w:t xml:space="preserve">Czy podmiot przetwarzający umożliwia realizację prawa jednostki zgodnie z RODO? </w:t>
            </w:r>
          </w:p>
          <w:p w14:paraId="7E711FCB"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75B49902"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430C6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83FCED9" w14:textId="77777777" w:rsidR="00BD11B9" w:rsidRPr="00381365" w:rsidRDefault="00BD11B9" w:rsidP="00C024EF">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12EEFEE0"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67DCCB4E"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EE66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FBAB173" w14:textId="77777777" w:rsidR="00BD11B9" w:rsidRPr="00381365" w:rsidRDefault="00BD11B9" w:rsidP="00C024EF">
            <w:pPr>
              <w:rPr>
                <w:rFonts w:cstheme="minorHAnsi"/>
                <w:szCs w:val="18"/>
              </w:rPr>
            </w:pPr>
            <w:r w:rsidRPr="00381365">
              <w:rPr>
                <w:rFonts w:cstheme="minorHAnsi"/>
                <w:szCs w:val="18"/>
              </w:rPr>
              <w:t>Prosimy o wskazanie danych osoby wypełniającej ankietę (imię, nazwisko, stanowisko, telefon, adres email):</w:t>
            </w:r>
          </w:p>
          <w:p w14:paraId="4836580D" w14:textId="77777777" w:rsidR="00BD11B9" w:rsidRPr="00381365" w:rsidRDefault="00BD11B9" w:rsidP="00C024EF">
            <w:pPr>
              <w:rPr>
                <w:rFonts w:cstheme="minorHAnsi"/>
                <w:szCs w:val="18"/>
              </w:rPr>
            </w:pPr>
            <w:r w:rsidRPr="00381365">
              <w:rPr>
                <w:rFonts w:cstheme="minorHAnsi"/>
                <w:szCs w:val="18"/>
              </w:rPr>
              <w:t>...</w:t>
            </w:r>
          </w:p>
        </w:tc>
      </w:tr>
    </w:tbl>
    <w:p w14:paraId="1C704E59" w14:textId="77777777" w:rsidR="00BD11B9" w:rsidRDefault="00BD11B9" w:rsidP="00BD11B9">
      <w:pPr>
        <w:rPr>
          <w:rFonts w:ascii="Verdana" w:eastAsia="Verdana" w:hAnsi="Verdana" w:cs="Times New Roman"/>
        </w:rPr>
      </w:pPr>
    </w:p>
    <w:p w14:paraId="1B7A6C19" w14:textId="77777777" w:rsidR="00BD11B9" w:rsidRDefault="00BD11B9" w:rsidP="00BD11B9">
      <w:pPr>
        <w:rPr>
          <w:rFonts w:cstheme="minorHAnsi"/>
        </w:rPr>
      </w:pPr>
      <w:r w:rsidRPr="00381365">
        <w:rPr>
          <w:rFonts w:cstheme="minorHAnsi"/>
        </w:rPr>
        <w:t>*Zamawiający może zażądać przedstawienia ww. dokumentów.</w:t>
      </w:r>
    </w:p>
    <w:p w14:paraId="4291C4A9" w14:textId="77777777" w:rsidR="00BD11B9" w:rsidRDefault="00BD11B9" w:rsidP="00BD11B9">
      <w:pPr>
        <w:rPr>
          <w:rFonts w:cstheme="minorHAnsi"/>
        </w:rPr>
      </w:pPr>
    </w:p>
    <w:p w14:paraId="6D326F78" w14:textId="77777777" w:rsidR="00BD11B9" w:rsidRDefault="00BD11B9" w:rsidP="00BD11B9">
      <w:pPr>
        <w:rPr>
          <w:rFonts w:cstheme="minorHAnsi"/>
        </w:rPr>
      </w:pPr>
    </w:p>
    <w:p w14:paraId="42EB33E6" w14:textId="77777777" w:rsidR="00BD11B9" w:rsidRDefault="00BD11B9" w:rsidP="00BD11B9">
      <w:pPr>
        <w:rPr>
          <w:rFonts w:cstheme="minorHAnsi"/>
        </w:rPr>
      </w:pPr>
    </w:p>
    <w:p w14:paraId="5432C835" w14:textId="77777777" w:rsidR="00BD11B9" w:rsidRDefault="00BD11B9" w:rsidP="00BD11B9">
      <w:pPr>
        <w:rPr>
          <w:rFonts w:cstheme="minorHAnsi"/>
        </w:rPr>
      </w:pPr>
    </w:p>
    <w:p w14:paraId="3B37884C" w14:textId="77777777" w:rsidR="00BD11B9" w:rsidRDefault="00BD11B9" w:rsidP="00BD11B9">
      <w:pPr>
        <w:rPr>
          <w:rFonts w:cstheme="minorHAnsi"/>
        </w:rPr>
      </w:pPr>
    </w:p>
    <w:p w14:paraId="5C74ACCA" w14:textId="77777777" w:rsidR="00BD11B9" w:rsidRDefault="00BD11B9" w:rsidP="00BD11B9">
      <w:pPr>
        <w:rPr>
          <w:rFonts w:cstheme="minorHAnsi"/>
        </w:rPr>
      </w:pPr>
    </w:p>
    <w:p w14:paraId="0315B1C7" w14:textId="77777777" w:rsidR="00BD11B9" w:rsidRPr="009C2468" w:rsidRDefault="00BD11B9" w:rsidP="00BD11B9">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251E473"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AB602B8"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3932FD3" w14:textId="77777777" w:rsidR="00BD11B9" w:rsidRPr="00381365" w:rsidRDefault="00BD11B9" w:rsidP="00BD11B9">
      <w:pPr>
        <w:rPr>
          <w:rFonts w:cstheme="minorHAnsi"/>
        </w:rPr>
      </w:pPr>
    </w:p>
    <w:p w14:paraId="009E8979" w14:textId="77777777" w:rsidR="00BD11B9" w:rsidRPr="00A62B4C" w:rsidRDefault="00BD11B9" w:rsidP="00BD11B9">
      <w:pPr>
        <w:rPr>
          <w:rFonts w:ascii="Verdana" w:eastAsia="Verdana" w:hAnsi="Verdana" w:cs="Times New Roman"/>
        </w:rPr>
      </w:pPr>
    </w:p>
    <w:p w14:paraId="5D0C95F0" w14:textId="77777777" w:rsidR="00BD11B9" w:rsidRPr="00A62B4C" w:rsidRDefault="00BD11B9" w:rsidP="00BD11B9">
      <w:pPr>
        <w:rPr>
          <w:rFonts w:ascii="Verdana" w:eastAsia="Verdana" w:hAnsi="Verdana" w:cs="Times New Roman"/>
        </w:rPr>
      </w:pPr>
    </w:p>
    <w:p w14:paraId="46E0EDC2" w14:textId="77777777" w:rsidR="00BD11B9" w:rsidRPr="00A62B4C" w:rsidRDefault="00BD11B9" w:rsidP="00BD11B9">
      <w:pPr>
        <w:rPr>
          <w:rFonts w:ascii="Verdana" w:eastAsia="Verdana" w:hAnsi="Verdana" w:cs="Times New Roman"/>
        </w:rPr>
      </w:pPr>
    </w:p>
    <w:p w14:paraId="3E0DFB0D" w14:textId="77777777" w:rsidR="00BD11B9" w:rsidRPr="00A62B4C" w:rsidRDefault="00BD11B9" w:rsidP="00BD11B9">
      <w:pPr>
        <w:rPr>
          <w:rFonts w:ascii="Verdana" w:eastAsia="Verdana" w:hAnsi="Verdana" w:cs="Times New Roman"/>
        </w:rPr>
      </w:pPr>
    </w:p>
    <w:p w14:paraId="3964F7D1" w14:textId="77777777" w:rsidR="00BD11B9" w:rsidRPr="00A62B4C" w:rsidRDefault="00BD11B9" w:rsidP="00BD11B9">
      <w:pPr>
        <w:rPr>
          <w:rFonts w:ascii="Verdana" w:eastAsia="Verdana" w:hAnsi="Verdana" w:cs="Times New Roman"/>
        </w:rPr>
      </w:pPr>
    </w:p>
    <w:p w14:paraId="7183DB73" w14:textId="77777777" w:rsidR="00BD11B9" w:rsidRPr="00A62B4C" w:rsidRDefault="00BD11B9" w:rsidP="00BD11B9">
      <w:pPr>
        <w:rPr>
          <w:rFonts w:ascii="Verdana" w:eastAsia="Verdana" w:hAnsi="Verdana" w:cs="Times New Roman"/>
        </w:rPr>
      </w:pPr>
    </w:p>
    <w:p w14:paraId="01672B1D" w14:textId="77777777" w:rsidR="00BD11B9" w:rsidRPr="00A62B4C" w:rsidRDefault="00BD11B9" w:rsidP="00BD11B9">
      <w:pPr>
        <w:rPr>
          <w:rFonts w:ascii="Verdana" w:eastAsia="Verdana" w:hAnsi="Verdana" w:cs="Times New Roman"/>
        </w:rPr>
      </w:pPr>
    </w:p>
    <w:p w14:paraId="6DED9F8B" w14:textId="77777777" w:rsidR="00BD11B9" w:rsidRPr="00A62B4C" w:rsidRDefault="00BD11B9" w:rsidP="00BD11B9">
      <w:pPr>
        <w:rPr>
          <w:rFonts w:ascii="Verdana" w:eastAsia="Verdana" w:hAnsi="Verdana" w:cs="Times New Roman"/>
        </w:rPr>
      </w:pPr>
    </w:p>
    <w:p w14:paraId="500E978D" w14:textId="77777777" w:rsidR="00BD11B9" w:rsidRPr="00A62B4C" w:rsidRDefault="00BD11B9" w:rsidP="00BD11B9">
      <w:pPr>
        <w:rPr>
          <w:rFonts w:ascii="Verdana" w:eastAsia="Verdana" w:hAnsi="Verdana" w:cs="Times New Roman"/>
        </w:rPr>
      </w:pPr>
    </w:p>
    <w:p w14:paraId="5AD8CB92" w14:textId="77777777" w:rsidR="00BD11B9" w:rsidRDefault="00BD11B9" w:rsidP="00BD11B9">
      <w:pPr>
        <w:rPr>
          <w:rFonts w:ascii="Verdana" w:eastAsia="Verdana" w:hAnsi="Verdana" w:cs="Times New Roman"/>
        </w:rPr>
      </w:pPr>
    </w:p>
    <w:p w14:paraId="4A068797" w14:textId="77777777" w:rsidR="00BD11B9" w:rsidRPr="00A62B4C" w:rsidRDefault="00BD11B9" w:rsidP="00BD11B9">
      <w:pPr>
        <w:tabs>
          <w:tab w:val="left" w:pos="8509"/>
        </w:tabs>
        <w:rPr>
          <w:rFonts w:ascii="Verdana" w:eastAsia="Verdana" w:hAnsi="Verdana" w:cs="Times New Roman"/>
        </w:rPr>
      </w:pPr>
      <w:r>
        <w:rPr>
          <w:rFonts w:ascii="Verdana" w:eastAsia="Verdana" w:hAnsi="Verdana" w:cs="Times New Roman"/>
        </w:rPr>
        <w:tab/>
      </w:r>
    </w:p>
    <w:p w14:paraId="52B295E2" w14:textId="19742D9F" w:rsidR="00535E9B" w:rsidRPr="00A62B4C" w:rsidRDefault="00535E9B" w:rsidP="00A62B4C">
      <w:pPr>
        <w:tabs>
          <w:tab w:val="left" w:pos="8509"/>
        </w:tabs>
        <w:rPr>
          <w:rFonts w:ascii="Verdana" w:eastAsia="Verdana" w:hAnsi="Verdana" w:cs="Times New Roman"/>
        </w:rPr>
      </w:pPr>
    </w:p>
    <w:sectPr w:rsidR="00535E9B" w:rsidRPr="00A62B4C" w:rsidSect="00E36A16">
      <w:headerReference w:type="default" r:id="rId13"/>
      <w:footerReference w:type="default" r:id="rId14"/>
      <w:headerReference w:type="first" r:id="rId15"/>
      <w:footerReference w:type="first" r:id="rId16"/>
      <w:pgSz w:w="11906" w:h="16838"/>
      <w:pgMar w:top="851"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C024EF" w:rsidRDefault="00C024EF" w:rsidP="00582CE9">
      <w:pPr>
        <w:spacing w:after="0"/>
      </w:pPr>
      <w:r>
        <w:separator/>
      </w:r>
    </w:p>
  </w:endnote>
  <w:endnote w:type="continuationSeparator" w:id="0">
    <w:p w14:paraId="58927104" w14:textId="77777777" w:rsidR="00C024EF" w:rsidRDefault="00C024E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5680D5A" w:rsidR="00C024EF" w:rsidRDefault="00C024EF">
        <w:pPr>
          <w:pStyle w:val="Stopka"/>
          <w:jc w:val="right"/>
        </w:pPr>
        <w:r>
          <w:fldChar w:fldCharType="begin"/>
        </w:r>
        <w:r>
          <w:instrText>PAGE   \* MERGEFORMAT</w:instrText>
        </w:r>
        <w:r>
          <w:fldChar w:fldCharType="separate"/>
        </w:r>
        <w:r w:rsidR="00FE62E3">
          <w:rPr>
            <w:noProof/>
          </w:rPr>
          <w:t>7</w:t>
        </w:r>
        <w:r>
          <w:fldChar w:fldCharType="end"/>
        </w:r>
      </w:p>
    </w:sdtContent>
  </w:sdt>
  <w:p w14:paraId="4A5385B6" w14:textId="77777777" w:rsidR="00C024EF" w:rsidRDefault="00C024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C024EF" w:rsidRDefault="00C024EF">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C024EF" w:rsidRDefault="00C02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C024EF" w:rsidRDefault="00C024EF" w:rsidP="00582CE9">
      <w:pPr>
        <w:spacing w:after="0"/>
      </w:pPr>
      <w:r>
        <w:separator/>
      </w:r>
    </w:p>
  </w:footnote>
  <w:footnote w:type="continuationSeparator" w:id="0">
    <w:p w14:paraId="5681B395" w14:textId="77777777" w:rsidR="00C024EF" w:rsidRDefault="00C024EF" w:rsidP="00582CE9">
      <w:pPr>
        <w:spacing w:after="0"/>
      </w:pPr>
      <w:r>
        <w:continuationSeparator/>
      </w:r>
    </w:p>
  </w:footnote>
  <w:footnote w:id="1">
    <w:p w14:paraId="679895A9" w14:textId="77777777" w:rsidR="00C024EF" w:rsidRPr="00B67D39" w:rsidRDefault="00C024EF"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C024EF" w:rsidRPr="00F2601C" w:rsidRDefault="00C024EF"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C024EF" w:rsidRPr="00B67D39" w:rsidRDefault="00C024EF"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C024EF" w:rsidRPr="001A6201" w:rsidRDefault="00C024EF"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C024EF" w:rsidRPr="00B67D39" w:rsidRDefault="00C024EF"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C024EF" w:rsidRPr="00B67D39" w:rsidRDefault="00C024EF"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C024EF" w:rsidRDefault="00C024EF"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CFBF074" w14:textId="77777777" w:rsidR="00C024EF" w:rsidRPr="00872F1F" w:rsidRDefault="00C024EF" w:rsidP="00BD11B9">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448336"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76A65D8"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67D1BDEC"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746FF83F" w14:textId="77777777" w:rsidR="00C024EF" w:rsidRPr="00872F1F" w:rsidRDefault="00C024EF" w:rsidP="00BD11B9">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6939036" w14:textId="77777777" w:rsidR="00C024EF" w:rsidRPr="00872F1F" w:rsidRDefault="00C024EF" w:rsidP="00BD11B9">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6101CE4" w14:textId="77777777" w:rsidR="00C024EF" w:rsidRPr="00872F1F" w:rsidRDefault="00C024EF" w:rsidP="00BD11B9">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31364A" w14:textId="77777777" w:rsidR="00C024EF" w:rsidRPr="00872F1F" w:rsidRDefault="00C024EF" w:rsidP="00BD11B9">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C7817" w14:textId="77777777" w:rsidR="00C024EF" w:rsidRPr="00872F1F" w:rsidRDefault="00C024EF" w:rsidP="00BD11B9">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024EF" w:rsidRPr="006B2C28" w14:paraId="3B896BDC" w14:textId="77777777" w:rsidTr="00582CE9">
      <w:trPr>
        <w:trHeight w:val="1140"/>
      </w:trPr>
      <w:tc>
        <w:tcPr>
          <w:tcW w:w="6119" w:type="dxa"/>
          <w:vAlign w:val="center"/>
        </w:tcPr>
        <w:p w14:paraId="045985F7" w14:textId="6179CC2F" w:rsidR="00C024EF" w:rsidRPr="006E100D" w:rsidRDefault="00C024EF"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7DDAE845" w:rsidR="00C024EF" w:rsidRPr="006B2C28" w:rsidRDefault="00C024EF"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sidR="00833317">
            <w:rPr>
              <w:rFonts w:asciiTheme="majorHAnsi" w:hAnsiTheme="majorHAnsi"/>
              <w:color w:val="000000" w:themeColor="text1"/>
              <w:sz w:val="14"/>
              <w:szCs w:val="18"/>
            </w:rPr>
            <w:fldChar w:fldCharType="separate"/>
          </w:r>
          <w:r w:rsidR="00833317" w:rsidRPr="001C4C4B">
            <w:rPr>
              <w:rFonts w:asciiTheme="majorHAnsi" w:hAnsiTheme="majorHAnsi"/>
              <w:noProof/>
              <w:color w:val="000000" w:themeColor="text1"/>
              <w:sz w:val="14"/>
              <w:szCs w:val="18"/>
            </w:rPr>
            <w:t>Przeizolowanie linii nN - Wykonanie robót budowlano-montażowych w zakresie wymiany przewodów linii nN-0,4kV wraz z przyłączami na pełnoizolowane typu AsXSn na terenie działalności PGE Dystrybucja S.A. Oddział Warszawa Rejon Energetyczny Ostrołęka- Etap 1.</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”POST/DYS/OW/GZ/0</w:t>
          </w:r>
          <w:r w:rsidR="00833317">
            <w:rPr>
              <w:rFonts w:asciiTheme="majorHAnsi" w:hAnsiTheme="majorHAnsi"/>
              <w:color w:val="000000" w:themeColor="text1"/>
              <w:sz w:val="14"/>
              <w:szCs w:val="18"/>
            </w:rPr>
            <w:t>0</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833317" w:rsidRPr="001C4C4B">
            <w:rPr>
              <w:rFonts w:asciiTheme="majorHAnsi" w:hAnsiTheme="majorHAnsi"/>
              <w:noProof/>
              <w:color w:val="000000" w:themeColor="text1"/>
              <w:sz w:val="14"/>
              <w:szCs w:val="18"/>
            </w:rPr>
            <w:t>233</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/202</w:t>
          </w:r>
          <w:r w:rsidR="00833317">
            <w:rPr>
              <w:rFonts w:asciiTheme="majorHAnsi" w:hAnsiTheme="majorHAnsi"/>
              <w:color w:val="000000" w:themeColor="text1"/>
              <w:sz w:val="14"/>
              <w:szCs w:val="18"/>
            </w:rPr>
            <w:t>6</w:t>
          </w:r>
        </w:p>
        <w:p w14:paraId="5205B493" w14:textId="47502FF7" w:rsidR="00C024EF" w:rsidRPr="006B2C28" w:rsidRDefault="00C024EF"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C024EF" w:rsidRPr="006B2C28" w:rsidRDefault="00C024EF" w:rsidP="00582CE9">
          <w:pPr>
            <w:suppressAutoHyphens/>
            <w:ind w:right="187"/>
            <w:rPr>
              <w:rFonts w:asciiTheme="majorHAnsi" w:hAnsiTheme="majorHAnsi"/>
              <w:color w:val="092D74"/>
              <w:sz w:val="14"/>
              <w:szCs w:val="18"/>
            </w:rPr>
          </w:pPr>
        </w:p>
      </w:tc>
      <w:tc>
        <w:tcPr>
          <w:tcW w:w="3110" w:type="dxa"/>
          <w:vAlign w:val="center"/>
        </w:tcPr>
        <w:p w14:paraId="0E71B715" w14:textId="641FDE21" w:rsidR="00C024EF" w:rsidRPr="006B2C28" w:rsidRDefault="00C024EF"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2016077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C024EF" w:rsidRDefault="00C024EF"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C024EF" w:rsidRPr="00A62B4C" w:rsidRDefault="00C024EF"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95ACD20" w:rsidR="00C024EF" w:rsidRPr="00A62B4C" w:rsidRDefault="00C024EF"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024EF" w:rsidRPr="006B2C28" w14:paraId="13E0C230" w14:textId="77777777" w:rsidTr="008E4838">
      <w:trPr>
        <w:trHeight w:val="1140"/>
      </w:trPr>
      <w:tc>
        <w:tcPr>
          <w:tcW w:w="6119" w:type="dxa"/>
          <w:vAlign w:val="center"/>
        </w:tcPr>
        <w:p w14:paraId="676ADCC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62DB69C4" w14:textId="77777777"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167572E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024EF" w:rsidRPr="006B2C28" w:rsidRDefault="00C024EF" w:rsidP="00DE3208">
          <w:pPr>
            <w:suppressAutoHyphens/>
            <w:ind w:right="187"/>
            <w:rPr>
              <w:rFonts w:asciiTheme="majorHAnsi" w:hAnsiTheme="majorHAnsi"/>
              <w:color w:val="092D74"/>
              <w:sz w:val="14"/>
              <w:szCs w:val="18"/>
            </w:rPr>
          </w:pPr>
        </w:p>
      </w:tc>
      <w:tc>
        <w:tcPr>
          <w:tcW w:w="3110" w:type="dxa"/>
          <w:vAlign w:val="center"/>
        </w:tcPr>
        <w:p w14:paraId="4015801D" w14:textId="77777777" w:rsidR="00C024EF" w:rsidRPr="006B2C28" w:rsidRDefault="00C024EF" w:rsidP="00DE3208">
          <w:pPr>
            <w:suppressAutoHyphens/>
            <w:ind w:right="187"/>
            <w:rPr>
              <w:rFonts w:asciiTheme="majorHAnsi" w:hAnsiTheme="majorHAnsi"/>
              <w:color w:val="092D74"/>
              <w:sz w:val="14"/>
              <w:szCs w:val="18"/>
            </w:rPr>
          </w:pPr>
        </w:p>
      </w:tc>
    </w:tr>
  </w:tbl>
  <w:p w14:paraId="30866343" w14:textId="6E573544" w:rsidR="00C024EF" w:rsidRDefault="00C024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36867867">
    <w:abstractNumId w:val="19"/>
  </w:num>
  <w:num w:numId="2" w16cid:durableId="1955866447">
    <w:abstractNumId w:val="7"/>
  </w:num>
  <w:num w:numId="3" w16cid:durableId="209341630">
    <w:abstractNumId w:val="13"/>
  </w:num>
  <w:num w:numId="4" w16cid:durableId="1943537311">
    <w:abstractNumId w:val="21"/>
  </w:num>
  <w:num w:numId="5" w16cid:durableId="1016083386">
    <w:abstractNumId w:val="19"/>
  </w:num>
  <w:num w:numId="6" w16cid:durableId="988290659">
    <w:abstractNumId w:val="19"/>
  </w:num>
  <w:num w:numId="7" w16cid:durableId="327288189">
    <w:abstractNumId w:val="3"/>
  </w:num>
  <w:num w:numId="8" w16cid:durableId="1887795944">
    <w:abstractNumId w:val="28"/>
  </w:num>
  <w:num w:numId="9" w16cid:durableId="182475377">
    <w:abstractNumId w:val="17"/>
  </w:num>
  <w:num w:numId="10" w16cid:durableId="1914391413">
    <w:abstractNumId w:val="4"/>
  </w:num>
  <w:num w:numId="11" w16cid:durableId="1879657403">
    <w:abstractNumId w:val="14"/>
  </w:num>
  <w:num w:numId="12" w16cid:durableId="1272934156">
    <w:abstractNumId w:val="12"/>
  </w:num>
  <w:num w:numId="13" w16cid:durableId="1845246047">
    <w:abstractNumId w:val="27"/>
  </w:num>
  <w:num w:numId="14" w16cid:durableId="965888660">
    <w:abstractNumId w:val="23"/>
  </w:num>
  <w:num w:numId="15" w16cid:durableId="632323485">
    <w:abstractNumId w:val="16"/>
  </w:num>
  <w:num w:numId="16" w16cid:durableId="47262329">
    <w:abstractNumId w:val="9"/>
  </w:num>
  <w:num w:numId="17" w16cid:durableId="933633000">
    <w:abstractNumId w:val="5"/>
  </w:num>
  <w:num w:numId="18" w16cid:durableId="8107068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1033764">
    <w:abstractNumId w:val="0"/>
  </w:num>
  <w:num w:numId="20" w16cid:durableId="901283797">
    <w:abstractNumId w:val="29"/>
  </w:num>
  <w:num w:numId="21" w16cid:durableId="1931351089">
    <w:abstractNumId w:val="1"/>
  </w:num>
  <w:num w:numId="22" w16cid:durableId="1216086801">
    <w:abstractNumId w:val="15"/>
  </w:num>
  <w:num w:numId="23" w16cid:durableId="383872288">
    <w:abstractNumId w:val="10"/>
  </w:num>
  <w:num w:numId="24" w16cid:durableId="570046944">
    <w:abstractNumId w:val="22"/>
  </w:num>
  <w:num w:numId="25" w16cid:durableId="1883858858">
    <w:abstractNumId w:val="26"/>
  </w:num>
  <w:num w:numId="26" w16cid:durableId="314838036">
    <w:abstractNumId w:val="2"/>
  </w:num>
  <w:num w:numId="27" w16cid:durableId="1635408637">
    <w:abstractNumId w:val="25"/>
  </w:num>
  <w:num w:numId="28" w16cid:durableId="2030716614">
    <w:abstractNumId w:val="24"/>
  </w:num>
  <w:num w:numId="29" w16cid:durableId="13325633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7599105">
    <w:abstractNumId w:val="20"/>
  </w:num>
  <w:num w:numId="31" w16cid:durableId="694506314">
    <w:abstractNumId w:val="11"/>
  </w:num>
  <w:num w:numId="32" w16cid:durableId="1216964160">
    <w:abstractNumId w:val="18"/>
  </w:num>
  <w:numIdMacAtCleanup w:val="3"/>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912605561"/>
  </wne:recipientData>
  <wne:recipientData>
    <wne:active wne:val="1"/>
    <wne:hash wne:val="471063699"/>
  </wne:recipientData>
  <wne:recipientData>
    <wne:active wne:val="1"/>
    <wne:hash wne:val="-195392215"/>
  </wne:recipientData>
  <wne:recipientData>
    <wne:active wne:val="1"/>
    <wne:hash wne:val="1663011389"/>
  </wne:recipientData>
  <wne:recipientData>
    <wne:active wne:val="1"/>
    <wne:hash wne:val="10972277"/>
  </wne:recipientData>
  <wne:recipientData>
    <wne:active wne:val="1"/>
    <wne:hash wne:val="839503480"/>
  </wne:recipientData>
  <wne:recipientData>
    <wne:active wne:val="1"/>
    <wne:hash wne:val="-153472640"/>
  </wne:recipientData>
  <wne:recipientData>
    <wne:active wne:val="1"/>
    <wne:hash wne:val="9325142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mailMerge>
    <w:mainDocumentType w:val="formLetters"/>
    <w:linkToQuery/>
    <w:dataType w:val="native"/>
    <w:connectString w:val="Provider=Microsoft.ACE.OLEDB.12.0;User ID=Admin;Data Source=C:\Users\11906285\Documents\ZAMÓWIENIA\POSTĘPOWAMIA OD 01.2022\PI\Baza danych_2026.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2"/>
    <w:viewMergedData/>
    <w:activeRecord w:val="5"/>
    <w:odso>
      <w:udl w:val="Provider=Microsoft.ACE.OLEDB.12.0;User ID=Admin;Data Source=C:\Users\11906285\Documents\ZAMÓWIENIA\POSTĘPOWAMIA OD 01.2022\PI\Baza danych_2026.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3"/>
      <w:colDelim w:val="9"/>
      <w:type w:val="database"/>
      <w:fHdr/>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fieldMapData>
        <w:lid w:val="pl-PL"/>
      </w:fieldMapData>
      <w:recipientData r:id="rId4"/>
    </w:odso>
  </w:mailMerge>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26CD"/>
    <w:rsid w:val="00013A18"/>
    <w:rsid w:val="00015893"/>
    <w:rsid w:val="000162A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0F0B"/>
    <w:rsid w:val="00124536"/>
    <w:rsid w:val="00125A7F"/>
    <w:rsid w:val="00126CEA"/>
    <w:rsid w:val="00132B64"/>
    <w:rsid w:val="00136B64"/>
    <w:rsid w:val="0014036E"/>
    <w:rsid w:val="00145125"/>
    <w:rsid w:val="0014785F"/>
    <w:rsid w:val="001642D6"/>
    <w:rsid w:val="00167B53"/>
    <w:rsid w:val="00172B93"/>
    <w:rsid w:val="00175F4C"/>
    <w:rsid w:val="00185AAB"/>
    <w:rsid w:val="00192A23"/>
    <w:rsid w:val="001974F6"/>
    <w:rsid w:val="001A4996"/>
    <w:rsid w:val="001B0061"/>
    <w:rsid w:val="001D1A8B"/>
    <w:rsid w:val="001D2EB1"/>
    <w:rsid w:val="001D457C"/>
    <w:rsid w:val="001E7E73"/>
    <w:rsid w:val="001F3242"/>
    <w:rsid w:val="001F3600"/>
    <w:rsid w:val="001F3F20"/>
    <w:rsid w:val="001F737A"/>
    <w:rsid w:val="00201B55"/>
    <w:rsid w:val="002067F1"/>
    <w:rsid w:val="00224257"/>
    <w:rsid w:val="0024291C"/>
    <w:rsid w:val="00253FB2"/>
    <w:rsid w:val="00257F22"/>
    <w:rsid w:val="00264A06"/>
    <w:rsid w:val="00265B9D"/>
    <w:rsid w:val="00266AB6"/>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2ED6"/>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019D"/>
    <w:rsid w:val="004D154B"/>
    <w:rsid w:val="004D63D5"/>
    <w:rsid w:val="004E1AB0"/>
    <w:rsid w:val="004E7573"/>
    <w:rsid w:val="004F0C4A"/>
    <w:rsid w:val="004F20AD"/>
    <w:rsid w:val="004F6B10"/>
    <w:rsid w:val="005060CE"/>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27C88"/>
    <w:rsid w:val="0063155B"/>
    <w:rsid w:val="00631E60"/>
    <w:rsid w:val="00644983"/>
    <w:rsid w:val="0065322E"/>
    <w:rsid w:val="00655DA8"/>
    <w:rsid w:val="00660237"/>
    <w:rsid w:val="00670CE4"/>
    <w:rsid w:val="0067116D"/>
    <w:rsid w:val="0067572D"/>
    <w:rsid w:val="006775EE"/>
    <w:rsid w:val="00680F7C"/>
    <w:rsid w:val="00681152"/>
    <w:rsid w:val="00696995"/>
    <w:rsid w:val="006A0331"/>
    <w:rsid w:val="006A3993"/>
    <w:rsid w:val="006A4275"/>
    <w:rsid w:val="006B2C26"/>
    <w:rsid w:val="006B49A3"/>
    <w:rsid w:val="006C4791"/>
    <w:rsid w:val="006C4B70"/>
    <w:rsid w:val="006C6089"/>
    <w:rsid w:val="006D16F1"/>
    <w:rsid w:val="006E100D"/>
    <w:rsid w:val="006E2000"/>
    <w:rsid w:val="006E5EF6"/>
    <w:rsid w:val="006F3B57"/>
    <w:rsid w:val="006F5F72"/>
    <w:rsid w:val="00700DA8"/>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5B1A"/>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33317"/>
    <w:rsid w:val="00842578"/>
    <w:rsid w:val="008450D7"/>
    <w:rsid w:val="00847B49"/>
    <w:rsid w:val="00852695"/>
    <w:rsid w:val="008548B7"/>
    <w:rsid w:val="00857549"/>
    <w:rsid w:val="008707CC"/>
    <w:rsid w:val="00875193"/>
    <w:rsid w:val="00884D47"/>
    <w:rsid w:val="008A7413"/>
    <w:rsid w:val="008B6316"/>
    <w:rsid w:val="008C619A"/>
    <w:rsid w:val="008C74CA"/>
    <w:rsid w:val="008C75AB"/>
    <w:rsid w:val="008D6A33"/>
    <w:rsid w:val="008D6FD3"/>
    <w:rsid w:val="008E2EA9"/>
    <w:rsid w:val="008E41A4"/>
    <w:rsid w:val="008E4838"/>
    <w:rsid w:val="008F17DA"/>
    <w:rsid w:val="008F1FB0"/>
    <w:rsid w:val="0090262E"/>
    <w:rsid w:val="0090379D"/>
    <w:rsid w:val="00910E6D"/>
    <w:rsid w:val="00911FA5"/>
    <w:rsid w:val="009149F2"/>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3ED"/>
    <w:rsid w:val="00A12D15"/>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015E"/>
    <w:rsid w:val="00AB3D40"/>
    <w:rsid w:val="00AB5621"/>
    <w:rsid w:val="00AB78A2"/>
    <w:rsid w:val="00AC4A8D"/>
    <w:rsid w:val="00AC5A4C"/>
    <w:rsid w:val="00AD5D81"/>
    <w:rsid w:val="00AD7C99"/>
    <w:rsid w:val="00AE1A85"/>
    <w:rsid w:val="00AE5E48"/>
    <w:rsid w:val="00AE62A2"/>
    <w:rsid w:val="00AF30DB"/>
    <w:rsid w:val="00AF78FE"/>
    <w:rsid w:val="00AF7E7E"/>
    <w:rsid w:val="00B0459E"/>
    <w:rsid w:val="00B05E1A"/>
    <w:rsid w:val="00B10201"/>
    <w:rsid w:val="00B10A71"/>
    <w:rsid w:val="00B13CEB"/>
    <w:rsid w:val="00B17A2B"/>
    <w:rsid w:val="00B260E3"/>
    <w:rsid w:val="00B3053E"/>
    <w:rsid w:val="00B31C09"/>
    <w:rsid w:val="00B379DE"/>
    <w:rsid w:val="00B40534"/>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1B9"/>
    <w:rsid w:val="00BD1D08"/>
    <w:rsid w:val="00BE0AE4"/>
    <w:rsid w:val="00BE38BB"/>
    <w:rsid w:val="00C003C6"/>
    <w:rsid w:val="00C024EF"/>
    <w:rsid w:val="00C10B09"/>
    <w:rsid w:val="00C12714"/>
    <w:rsid w:val="00C20678"/>
    <w:rsid w:val="00C224EE"/>
    <w:rsid w:val="00C23F3E"/>
    <w:rsid w:val="00C26BC0"/>
    <w:rsid w:val="00C272AD"/>
    <w:rsid w:val="00C27B9D"/>
    <w:rsid w:val="00C31D13"/>
    <w:rsid w:val="00C45F7E"/>
    <w:rsid w:val="00C5009D"/>
    <w:rsid w:val="00C53A22"/>
    <w:rsid w:val="00C64A07"/>
    <w:rsid w:val="00C6569B"/>
    <w:rsid w:val="00C66B9A"/>
    <w:rsid w:val="00C707D1"/>
    <w:rsid w:val="00C737A1"/>
    <w:rsid w:val="00C77BCF"/>
    <w:rsid w:val="00C874E6"/>
    <w:rsid w:val="00CB2D26"/>
    <w:rsid w:val="00CB3A6F"/>
    <w:rsid w:val="00CB4639"/>
    <w:rsid w:val="00CC249D"/>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D3199"/>
    <w:rsid w:val="00DE1789"/>
    <w:rsid w:val="00DE2A42"/>
    <w:rsid w:val="00DE3208"/>
    <w:rsid w:val="00DE5745"/>
    <w:rsid w:val="00DF2ED5"/>
    <w:rsid w:val="00E12F47"/>
    <w:rsid w:val="00E16545"/>
    <w:rsid w:val="00E2123D"/>
    <w:rsid w:val="00E30B4B"/>
    <w:rsid w:val="00E33932"/>
    <w:rsid w:val="00E36A16"/>
    <w:rsid w:val="00E413AB"/>
    <w:rsid w:val="00E41451"/>
    <w:rsid w:val="00E45F98"/>
    <w:rsid w:val="00E56B47"/>
    <w:rsid w:val="00E66F4B"/>
    <w:rsid w:val="00E706C2"/>
    <w:rsid w:val="00E72CD1"/>
    <w:rsid w:val="00E8041E"/>
    <w:rsid w:val="00E92F67"/>
    <w:rsid w:val="00E95B91"/>
    <w:rsid w:val="00EA1E77"/>
    <w:rsid w:val="00EA6557"/>
    <w:rsid w:val="00EA6B97"/>
    <w:rsid w:val="00EB216E"/>
    <w:rsid w:val="00EC07C0"/>
    <w:rsid w:val="00EC22FA"/>
    <w:rsid w:val="00EC30C5"/>
    <w:rsid w:val="00ED2FD4"/>
    <w:rsid w:val="00ED5FE9"/>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A39EE"/>
    <w:rsid w:val="00FB0646"/>
    <w:rsid w:val="00FB61C7"/>
    <w:rsid w:val="00FC7BB0"/>
    <w:rsid w:val="00FD22AB"/>
    <w:rsid w:val="00FD2808"/>
    <w:rsid w:val="00FD3338"/>
    <w:rsid w:val="00FE13ED"/>
    <w:rsid w:val="00FE2FDB"/>
    <w:rsid w:val="00FE4AEE"/>
    <w:rsid w:val="00FE53C8"/>
    <w:rsid w:val="00FE62E3"/>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256548295">
      <w:bodyDiv w:val="1"/>
      <w:marLeft w:val="0"/>
      <w:marRight w:val="0"/>
      <w:marTop w:val="0"/>
      <w:marBottom w:val="0"/>
      <w:divBdr>
        <w:top w:val="none" w:sz="0" w:space="0" w:color="auto"/>
        <w:left w:val="none" w:sz="0" w:space="0" w:color="auto"/>
        <w:bottom w:val="none" w:sz="0" w:space="0" w:color="auto"/>
        <w:right w:val="none" w:sz="0" w:space="0" w:color="auto"/>
      </w:divBdr>
    </w:div>
    <w:div w:id="1440834637">
      <w:bodyDiv w:val="1"/>
      <w:marLeft w:val="0"/>
      <w:marRight w:val="0"/>
      <w:marTop w:val="0"/>
      <w:marBottom w:val="0"/>
      <w:divBdr>
        <w:top w:val="none" w:sz="0" w:space="0" w:color="auto"/>
        <w:left w:val="none" w:sz="0" w:space="0" w:color="auto"/>
        <w:bottom w:val="none" w:sz="0" w:space="0" w:color="auto"/>
        <w:right w:val="none" w:sz="0" w:space="0" w:color="auto"/>
      </w:divBdr>
    </w:div>
    <w:div w:id="1763067968">
      <w:bodyDiv w:val="1"/>
      <w:marLeft w:val="0"/>
      <w:marRight w:val="0"/>
      <w:marTop w:val="0"/>
      <w:marBottom w:val="0"/>
      <w:divBdr>
        <w:top w:val="none" w:sz="0" w:space="0" w:color="auto"/>
        <w:left w:val="none" w:sz="0" w:space="0" w:color="auto"/>
        <w:bottom w:val="none" w:sz="0" w:space="0" w:color="auto"/>
        <w:right w:val="none" w:sz="0" w:space="0" w:color="auto"/>
      </w:divBdr>
    </w:div>
    <w:div w:id="1796674890">
      <w:bodyDiv w:val="1"/>
      <w:marLeft w:val="0"/>
      <w:marRight w:val="0"/>
      <w:marTop w:val="0"/>
      <w:marBottom w:val="0"/>
      <w:divBdr>
        <w:top w:val="none" w:sz="0" w:space="0" w:color="auto"/>
        <w:left w:val="none" w:sz="0" w:space="0" w:color="auto"/>
        <w:bottom w:val="none" w:sz="0" w:space="0" w:color="auto"/>
        <w:right w:val="none" w:sz="0" w:space="0" w:color="auto"/>
      </w:divBdr>
    </w:div>
    <w:div w:id="202489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3" Type="http://schemas.openxmlformats.org/officeDocument/2006/relationships/mailMergeSource" Target="file:///C:\Users\11906285\Documents\ZAM&#211;WIENIA\POST&#280;POWAMIA%20OD%2001.2022\PI\Baza%20danych_2026.accdb" TargetMode="External"/><Relationship Id="rId2" Type="http://schemas.openxmlformats.org/officeDocument/2006/relationships/mailMergeSource" Target="file:///C:\Users\11906285\Documents\ZAM&#211;WIENIA\POST&#280;POWAMIA%20OD%2001.2022\PI\Baza%20danych_2026.accdb" TargetMode="External"/><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 Id="rId4" Type="http://schemas.openxmlformats.org/officeDocument/2006/relationships/recipientData" Target="recipientData.xm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ofertowy-załączniki 4,7,8,11,12.docx</dmsv2BaseFileName>
    <dmsv2BaseDisplayName xmlns="http://schemas.microsoft.com/sharepoint/v3">Załącznik nr 3 do SWZ_Formularz ofertowy-załączniki 4,7,8,11,12</dmsv2BaseDisplayName>
    <dmsv2SWPP2ObjectNumber xmlns="http://schemas.microsoft.com/sharepoint/v3">POST/DYS/OW/GZ/00233/2026                         </dmsv2SWPP2ObjectNumber>
    <dmsv2SWPP2SumMD5 xmlns="http://schemas.microsoft.com/sharepoint/v3">a9231068d10b235c536713cb63032577</dmsv2SWPP2SumMD5>
    <dmsv2BaseMoved xmlns="http://schemas.microsoft.com/sharepoint/v3">false</dmsv2BaseMoved>
    <dmsv2BaseIsSensitive xmlns="http://schemas.microsoft.com/sharepoint/v3">true</dmsv2BaseIsSensitive>
    <dmsv2SWPP2IDSWPP2 xmlns="http://schemas.microsoft.com/sharepoint/v3">704477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24194855</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00000001000700050000000d00000005</dmsv2SWPP2ObjectDepartment>
    <dmsv2SWPP2ObjectName xmlns="http://schemas.microsoft.com/sharepoint/v3">Postępowanie</dmsv2SWPP2ObjectName>
    <_dlc_DocId xmlns="a19cb1c7-c5c7-46d4-85ae-d83685407bba">JEUP5JKVCYQC-1398355148-13964</_dlc_DocId>
    <_dlc_DocIdUrl xmlns="a19cb1c7-c5c7-46d4-85ae-d83685407bba">
      <Url>https://swpp2.dms.gkpge.pl/sites/41/_layouts/15/DocIdRedir.aspx?ID=JEUP5JKVCYQC-1398355148-13964</Url>
      <Description>JEUP5JKVCYQC-1398355148-13964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1BCAE18-692E-4784-97AC-45EF4EEC9FD5}">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D18C3D85-087F-47C5-B289-05CCCA2FE167}"/>
</file>

<file path=customXml/itemProps5.xml><?xml version="1.0" encoding="utf-8"?>
<ds:datastoreItem xmlns:ds="http://schemas.openxmlformats.org/officeDocument/2006/customXml" ds:itemID="{EDE2108F-73A0-46DB-9C0C-B39186583093}"/>
</file>

<file path=docProps/app.xml><?xml version="1.0" encoding="utf-8"?>
<Properties xmlns="http://schemas.openxmlformats.org/officeDocument/2006/extended-properties" xmlns:vt="http://schemas.openxmlformats.org/officeDocument/2006/docPropsVTypes">
  <Template>PGE word swz test.dotx</Template>
  <TotalTime>86</TotalTime>
  <Pages>10</Pages>
  <Words>3451</Words>
  <Characters>20709</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19</cp:revision>
  <cp:lastPrinted>2024-07-15T11:21:00Z</cp:lastPrinted>
  <dcterms:created xsi:type="dcterms:W3CDTF">2025-09-19T08:53:00Z</dcterms:created>
  <dcterms:modified xsi:type="dcterms:W3CDTF">2026-01-27T10:04:00Z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0f71ba05-999e-48b2-8dd1-1459034c3d9a</vt:lpwstr>
  </property>
</Properties>
</file>